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DAEEF3"/>
  <w:body>
    <w:p w14:paraId="6BF22C7E" w14:textId="1B3E3EC0" w:rsidR="00786CCF" w:rsidRPr="00324486" w:rsidRDefault="00235E40" w:rsidP="00324486">
      <w:pPr>
        <w:spacing w:after="160" w:line="259" w:lineRule="auto"/>
        <w:rPr>
          <w:rFonts w:cstheme="minorBidi"/>
          <w:sz w:val="24"/>
          <w14:ligatures w14:val="standardContextual"/>
        </w:rPr>
      </w:pPr>
      <w:r>
        <w:rPr>
          <w:rFonts w:cstheme="minorBidi"/>
          <w:noProof/>
          <w:sz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A0046" wp14:editId="656B2FCC">
                <wp:simplePos x="0" y="0"/>
                <wp:positionH relativeFrom="column">
                  <wp:posOffset>1724098</wp:posOffset>
                </wp:positionH>
                <wp:positionV relativeFrom="paragraph">
                  <wp:posOffset>20940</wp:posOffset>
                </wp:positionV>
                <wp:extent cx="4627245" cy="5304916"/>
                <wp:effectExtent l="0" t="0" r="20955" b="10160"/>
                <wp:wrapNone/>
                <wp:docPr id="13492691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7245" cy="530491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29CA38" w14:textId="5827F153" w:rsidR="00235E40" w:rsidRDefault="00235E40" w:rsidP="00235E40">
                            <w:pPr>
                              <w:pStyle w:val="Title"/>
                            </w:pPr>
                            <w:r>
                              <w:t>Read-Me Ruled-Paper templates</w:t>
                            </w:r>
                          </w:p>
                          <w:p w14:paraId="66CECCBC" w14:textId="50AC4B99" w:rsidR="00235E40" w:rsidRDefault="00235E40" w:rsidP="00235E40">
                            <w:pPr>
                              <w:pStyle w:val="Subtitle"/>
                              <w:spacing w:after="120"/>
                            </w:pPr>
                            <w:r>
                              <w:t>Charles Kenyon</w:t>
                            </w:r>
                          </w:p>
                          <w:p w14:paraId="49CD068E" w14:textId="061CBB5E" w:rsidR="00235E40" w:rsidRDefault="00235E40" w:rsidP="00235E40">
                            <w:pPr>
                              <w:pStyle w:val="BodyText"/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</w:pPr>
                            <w:r>
                              <w:t xml:space="preserve">Download from: </w:t>
                            </w:r>
                            <w:hyperlink r:id="rId8" w:anchor="Templates" w:tooltip="Download Location for Ruled Paper Templates - zip folder" w:history="1">
                              <w:r w:rsidR="00485529">
                                <w:rPr>
                                  <w:rFonts w:cs="Calibri"/>
                                  <w:color w:val="0000FF"/>
                                  <w:sz w:val="22"/>
                                  <w:u w:val="single"/>
                                  <w14:ligatures w14:val="none"/>
                                </w:rPr>
                                <w:t>Ruled Paper Templates</w:t>
                              </w:r>
                            </w:hyperlink>
                          </w:p>
                          <w:p w14:paraId="0BBF4BB8" w14:textId="730F1A0C" w:rsidR="00235E40" w:rsidRDefault="00235E40" w:rsidP="00235E40">
                            <w:pPr>
                              <w:pStyle w:val="BodyText"/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</w:pP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There are two templates in this set. Both are designed to have headers that simulate ruled paper. One has a red rule at 1.5 inches, the other at 2.5 inches.</w:t>
                            </w:r>
                          </w:p>
                          <w:p w14:paraId="03E0B72F" w14:textId="26A5A64B" w:rsidR="00235E40" w:rsidRPr="00BD7D78" w:rsidRDefault="00235E40" w:rsidP="00235E40">
                            <w:pPr>
                              <w:pStyle w:val="BodyText"/>
                              <w:rPr>
                                <w:rStyle w:val="Strong"/>
                              </w:rPr>
                            </w:pPr>
                            <w:r w:rsidRPr="00BD7D78">
                              <w:rPr>
                                <w:rFonts w:cs="Calibri"/>
                                <w:b/>
                                <w:bCs/>
                                <w:sz w:val="22"/>
                                <w14:ligatures w14:val="none"/>
                              </w:rPr>
                              <w:t>Neither  is set to have text typed on top of it.</w:t>
                            </w:r>
                            <w:r w:rsidR="00BD7D78">
                              <w:rPr>
                                <w:rFonts w:cs="Calibri"/>
                                <w:b/>
                                <w:bCs/>
                                <w:sz w:val="22"/>
                                <w14:ligatures w14:val="none"/>
                              </w:rPr>
                              <w:t xml:space="preserve"> </w:t>
                            </w:r>
                            <w:r w:rsidR="00BD7D78">
                              <w:rPr>
                                <w:rStyle w:val="Strong"/>
                              </w:rPr>
                              <w:t>This text is in a Text Box rather than in the document layer.</w:t>
                            </w:r>
                          </w:p>
                          <w:p w14:paraId="7B90B691" w14:textId="41E06653" w:rsidR="00235E40" w:rsidRDefault="00235E40" w:rsidP="00235E40">
                            <w:pPr>
                              <w:pStyle w:val="BodyText"/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</w:pP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The rules and lines are table borders and the table is in the Header, the First-Page Header, and the Even-Page Header.</w:t>
                            </w:r>
                          </w:p>
                          <w:p w14:paraId="3403EDF2" w14:textId="4523A445" w:rsidR="00235E40" w:rsidRDefault="00235E40" w:rsidP="00235E40">
                            <w:pPr>
                              <w:pStyle w:val="BodyText"/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</w:pP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To add to another document, create a next-page or odd-page section break at the end of the document. Set all headers and footers to not be linked to previous in the new section. There are SIX settings for this.</w:t>
                            </w:r>
                          </w:p>
                          <w:p w14:paraId="0209037D" w14:textId="7F1024C2" w:rsidR="00BD7D78" w:rsidRDefault="00BD7D78" w:rsidP="00235E40">
                            <w:pPr>
                              <w:pStyle w:val="BodyText"/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</w:pP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 xml:space="preserve">See </w:t>
                            </w:r>
                            <w:hyperlink r:id="rId9" w:anchor="Recap_of_Header/Footer_settings" w:history="1">
                              <w:r w:rsidRPr="00BD7D78">
                                <w:rPr>
                                  <w:rFonts w:cs="Calibri"/>
                                  <w:color w:val="0000FF"/>
                                  <w:sz w:val="22"/>
                                  <w:u w:val="single"/>
                                  <w14:ligatures w14:val="none"/>
                                </w:rPr>
                                <w:t>Header/Footer Settings Recap</w:t>
                              </w:r>
                            </w:hyperlink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 xml:space="preserve"> on my website for more about headers and footers.</w:t>
                            </w:r>
                          </w:p>
                          <w:p w14:paraId="454C0E73" w14:textId="408B5515" w:rsidR="00235E40" w:rsidRDefault="00235E40" w:rsidP="00235E40">
                            <w:pPr>
                              <w:pStyle w:val="BodyText"/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</w:pP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The templates are for college-ruled and legal-ruled paper.</w:t>
                            </w:r>
                          </w:p>
                          <w:p w14:paraId="54ECCF8A" w14:textId="787624C9" w:rsidR="00BD7D78" w:rsidRDefault="00BD7D78" w:rsidP="00235E40">
                            <w:pPr>
                              <w:pStyle w:val="BodyText"/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</w:pP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These could be customized as far as line spacing and the position of the red rule by editing the tables in the headers (all three headers).</w:t>
                            </w:r>
                          </w:p>
                          <w:p w14:paraId="73C6F5A4" w14:textId="17D67A2B" w:rsidR="00485529" w:rsidRDefault="00485529" w:rsidP="00235E40">
                            <w:pPr>
                              <w:pStyle w:val="BodyText"/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</w:pP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 xml:space="preserve">This is version </w:t>
                            </w: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fldChar w:fldCharType="begin"/>
                            </w: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instrText xml:space="preserve"> DocProperty Version </w:instrText>
                            </w: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fldChar w:fldCharType="separate"/>
                            </w: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24.01</w:t>
                            </w: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fldChar w:fldCharType="end"/>
                            </w:r>
                            <w:r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.</w:t>
                            </w:r>
                            <w:r w:rsidR="0007110B"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 xml:space="preserve"> This Read-Me is based on the </w:t>
                            </w:r>
                            <w:r w:rsidR="00F66768"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l</w:t>
                            </w:r>
                            <w:r w:rsidR="0007110B"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egal</w:t>
                            </w:r>
                            <w:r w:rsidR="00F66768"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-r</w:t>
                            </w:r>
                            <w:r w:rsidR="0007110B">
                              <w:rPr>
                                <w:rFonts w:cs="Calibri"/>
                                <w:sz w:val="22"/>
                                <w14:ligatures w14:val="none"/>
                              </w:rPr>
                              <w:t>uled template.</w:t>
                            </w:r>
                          </w:p>
                          <w:p w14:paraId="6C69E385" w14:textId="77777777" w:rsidR="0007110B" w:rsidRPr="00235E40" w:rsidRDefault="0007110B" w:rsidP="00235E4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A00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5.75pt;margin-top:1.65pt;width:364.35pt;height:417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" filled="f" strokeweight=".5pt">
                <v:textbox>
                  <w:txbxContent>
                    <w:p w14:paraId="2029CA38" w14:textId="5827F153" w:rsidR="00235E40" w:rsidRDefault="00235E40" w:rsidP="00235E40">
                      <w:pPr>
                        <w:pStyle w:val="Title"/>
                      </w:pPr>
                      <w:r>
                        <w:t>Read-Me Ruled-Paper templates</w:t>
                      </w:r>
                    </w:p>
                    <w:p w14:paraId="66CECCBC" w14:textId="50AC4B99" w:rsidR="00235E40" w:rsidRDefault="00235E40" w:rsidP="00235E40">
                      <w:pPr>
                        <w:pStyle w:val="Subtitle"/>
                        <w:spacing w:after="120"/>
                      </w:pPr>
                      <w:r>
                        <w:t>Charles Kenyon</w:t>
                      </w:r>
                    </w:p>
                    <w:p w14:paraId="49CD068E" w14:textId="061CBB5E" w:rsidR="00235E40" w:rsidRDefault="00235E40" w:rsidP="00235E40">
                      <w:pPr>
                        <w:pStyle w:val="BodyText"/>
                        <w:rPr>
                          <w:rFonts w:cs="Calibri"/>
                          <w:sz w:val="22"/>
                          <w14:ligatures w14:val="none"/>
                        </w:rPr>
                      </w:pPr>
                      <w:r>
                        <w:t xml:space="preserve">Download from: </w:t>
                      </w:r>
                      <w:hyperlink r:id="rId10" w:anchor="Templates" w:tooltip="Download Location for Ruled Paper Templates - zip folder" w:history="1">
                        <w:r w:rsidR="00485529">
                          <w:rPr>
                            <w:rFonts w:cs="Calibri"/>
                            <w:color w:val="0000FF"/>
                            <w:sz w:val="22"/>
                            <w:u w:val="single"/>
                            <w14:ligatures w14:val="none"/>
                          </w:rPr>
                          <w:t>Ruled Paper Templates</w:t>
                        </w:r>
                      </w:hyperlink>
                    </w:p>
                    <w:p w14:paraId="0BBF4BB8" w14:textId="730F1A0C" w:rsidR="00235E40" w:rsidRDefault="00235E40" w:rsidP="00235E40">
                      <w:pPr>
                        <w:pStyle w:val="BodyText"/>
                        <w:rPr>
                          <w:rFonts w:cs="Calibri"/>
                          <w:sz w:val="22"/>
                          <w14:ligatures w14:val="none"/>
                        </w:rPr>
                      </w:pPr>
                      <w:r>
                        <w:rPr>
                          <w:rFonts w:cs="Calibri"/>
                          <w:sz w:val="22"/>
                          <w14:ligatures w14:val="none"/>
                        </w:rPr>
                        <w:t>There are two templates in this set. Both are designed to have headers that simulate ruled paper. One has a red rule at 1.5 inches, the other at 2.5 inches.</w:t>
                      </w:r>
                    </w:p>
                    <w:p w14:paraId="03E0B72F" w14:textId="26A5A64B" w:rsidR="00235E40" w:rsidRPr="00BD7D78" w:rsidRDefault="00235E40" w:rsidP="00235E40">
                      <w:pPr>
                        <w:pStyle w:val="BodyText"/>
                        <w:rPr>
                          <w:rStyle w:val="Strong"/>
                        </w:rPr>
                      </w:pPr>
                      <w:r w:rsidRPr="00BD7D78">
                        <w:rPr>
                          <w:rFonts w:cs="Calibri"/>
                          <w:b/>
                          <w:bCs/>
                          <w:sz w:val="22"/>
                          <w14:ligatures w14:val="none"/>
                        </w:rPr>
                        <w:t>Neither  is set to have text typed on top of it.</w:t>
                      </w:r>
                      <w:r w:rsidR="00BD7D78">
                        <w:rPr>
                          <w:rFonts w:cs="Calibri"/>
                          <w:b/>
                          <w:bCs/>
                          <w:sz w:val="22"/>
                          <w14:ligatures w14:val="none"/>
                        </w:rPr>
                        <w:t xml:space="preserve"> </w:t>
                      </w:r>
                      <w:r w:rsidR="00BD7D78">
                        <w:rPr>
                          <w:rStyle w:val="Strong"/>
                        </w:rPr>
                        <w:t>This text is in a Text Box rather than in the document layer.</w:t>
                      </w:r>
                    </w:p>
                    <w:p w14:paraId="7B90B691" w14:textId="41E06653" w:rsidR="00235E40" w:rsidRDefault="00235E40" w:rsidP="00235E40">
                      <w:pPr>
                        <w:pStyle w:val="BodyText"/>
                        <w:rPr>
                          <w:rFonts w:cs="Calibri"/>
                          <w:sz w:val="22"/>
                          <w14:ligatures w14:val="none"/>
                        </w:rPr>
                      </w:pPr>
                      <w:r>
                        <w:rPr>
                          <w:rFonts w:cs="Calibri"/>
                          <w:sz w:val="22"/>
                          <w14:ligatures w14:val="none"/>
                        </w:rPr>
                        <w:t>The rules and lines are table borders and the table is in the Header, the First-Page Header, and the Even-Page Header.</w:t>
                      </w:r>
                    </w:p>
                    <w:p w14:paraId="3403EDF2" w14:textId="4523A445" w:rsidR="00235E40" w:rsidRDefault="00235E40" w:rsidP="00235E40">
                      <w:pPr>
                        <w:pStyle w:val="BodyText"/>
                        <w:rPr>
                          <w:rFonts w:cs="Calibri"/>
                          <w:sz w:val="22"/>
                          <w14:ligatures w14:val="none"/>
                        </w:rPr>
                      </w:pPr>
                      <w:r>
                        <w:rPr>
                          <w:rFonts w:cs="Calibri"/>
                          <w:sz w:val="22"/>
                          <w14:ligatures w14:val="none"/>
                        </w:rPr>
                        <w:t>To add to another document, create a next-page or odd-page section break at the end of the document. Set all headers and footers to not be linked to previous in the new section. There are SIX settings for this.</w:t>
                      </w:r>
                    </w:p>
                    <w:p w14:paraId="0209037D" w14:textId="7F1024C2" w:rsidR="00BD7D78" w:rsidRDefault="00BD7D78" w:rsidP="00235E40">
                      <w:pPr>
                        <w:pStyle w:val="BodyText"/>
                        <w:rPr>
                          <w:rFonts w:cs="Calibri"/>
                          <w:sz w:val="22"/>
                          <w14:ligatures w14:val="none"/>
                        </w:rPr>
                      </w:pPr>
                      <w:r>
                        <w:rPr>
                          <w:rFonts w:cs="Calibri"/>
                          <w:sz w:val="22"/>
                          <w14:ligatures w14:val="none"/>
                        </w:rPr>
                        <w:t xml:space="preserve">See </w:t>
                      </w:r>
                      <w:hyperlink r:id="rId11" w:anchor="Recap_of_Header/Footer_settings" w:history="1">
                        <w:r w:rsidRPr="00BD7D78">
                          <w:rPr>
                            <w:rFonts w:cs="Calibri"/>
                            <w:color w:val="0000FF"/>
                            <w:sz w:val="22"/>
                            <w:u w:val="single"/>
                            <w14:ligatures w14:val="none"/>
                          </w:rPr>
                          <w:t>Header/Footer Settings Recap</w:t>
                        </w:r>
                      </w:hyperlink>
                      <w:r>
                        <w:rPr>
                          <w:rFonts w:cs="Calibri"/>
                          <w:sz w:val="22"/>
                          <w14:ligatures w14:val="none"/>
                        </w:rPr>
                        <w:t xml:space="preserve"> on my website for more about headers and footers.</w:t>
                      </w:r>
                    </w:p>
                    <w:p w14:paraId="454C0E73" w14:textId="408B5515" w:rsidR="00235E40" w:rsidRDefault="00235E40" w:rsidP="00235E40">
                      <w:pPr>
                        <w:pStyle w:val="BodyText"/>
                        <w:rPr>
                          <w:rFonts w:cs="Calibri"/>
                          <w:sz w:val="22"/>
                          <w14:ligatures w14:val="none"/>
                        </w:rPr>
                      </w:pPr>
                      <w:r>
                        <w:rPr>
                          <w:rFonts w:cs="Calibri"/>
                          <w:sz w:val="22"/>
                          <w14:ligatures w14:val="none"/>
                        </w:rPr>
                        <w:t>The templates are for college-ruled and legal-ruled paper.</w:t>
                      </w:r>
                    </w:p>
                    <w:p w14:paraId="54ECCF8A" w14:textId="787624C9" w:rsidR="00BD7D78" w:rsidRDefault="00BD7D78" w:rsidP="00235E40">
                      <w:pPr>
                        <w:pStyle w:val="BodyText"/>
                        <w:rPr>
                          <w:rFonts w:cs="Calibri"/>
                          <w:sz w:val="22"/>
                          <w14:ligatures w14:val="none"/>
                        </w:rPr>
                      </w:pPr>
                      <w:r>
                        <w:rPr>
                          <w:rFonts w:cs="Calibri"/>
                          <w:sz w:val="22"/>
                          <w14:ligatures w14:val="none"/>
                        </w:rPr>
                        <w:t>These could be customized as far as line spacing and the position of the red rule by editing the tables in the headers (all three headers).</w:t>
                      </w:r>
                    </w:p>
                    <w:p w14:paraId="73C6F5A4" w14:textId="17D67A2B" w:rsidR="00485529" w:rsidRDefault="00485529" w:rsidP="00235E40">
                      <w:pPr>
                        <w:pStyle w:val="BodyText"/>
                        <w:rPr>
                          <w:rFonts w:cs="Calibri"/>
                          <w:sz w:val="22"/>
                          <w14:ligatures w14:val="none"/>
                        </w:rPr>
                      </w:pPr>
                      <w:r>
                        <w:rPr>
                          <w:rFonts w:cs="Calibri"/>
                          <w:sz w:val="22"/>
                          <w14:ligatures w14:val="none"/>
                        </w:rPr>
                        <w:t xml:space="preserve">This is version </w:t>
                      </w:r>
                      <w:r>
                        <w:rPr>
                          <w:rFonts w:cs="Calibri"/>
                          <w:sz w:val="22"/>
                          <w14:ligatures w14:val="none"/>
                        </w:rPr>
                        <w:fldChar w:fldCharType="begin"/>
                      </w:r>
                      <w:r>
                        <w:rPr>
                          <w:rFonts w:cs="Calibri"/>
                          <w:sz w:val="22"/>
                          <w14:ligatures w14:val="none"/>
                        </w:rPr>
                        <w:instrText xml:space="preserve"> DocProperty Version </w:instrText>
                      </w:r>
                      <w:r>
                        <w:rPr>
                          <w:rFonts w:cs="Calibri"/>
                          <w:sz w:val="22"/>
                          <w14:ligatures w14:val="none"/>
                        </w:rPr>
                        <w:fldChar w:fldCharType="separate"/>
                      </w:r>
                      <w:r>
                        <w:rPr>
                          <w:rFonts w:cs="Calibri"/>
                          <w:sz w:val="22"/>
                          <w14:ligatures w14:val="none"/>
                        </w:rPr>
                        <w:t>24.01</w:t>
                      </w:r>
                      <w:r>
                        <w:rPr>
                          <w:rFonts w:cs="Calibri"/>
                          <w:sz w:val="22"/>
                          <w14:ligatures w14:val="none"/>
                        </w:rPr>
                        <w:fldChar w:fldCharType="end"/>
                      </w:r>
                      <w:r>
                        <w:rPr>
                          <w:rFonts w:cs="Calibri"/>
                          <w:sz w:val="22"/>
                          <w14:ligatures w14:val="none"/>
                        </w:rPr>
                        <w:t>.</w:t>
                      </w:r>
                      <w:r w:rsidR="0007110B">
                        <w:rPr>
                          <w:rFonts w:cs="Calibri"/>
                          <w:sz w:val="22"/>
                          <w14:ligatures w14:val="none"/>
                        </w:rPr>
                        <w:t xml:space="preserve"> This Read-Me is based on the </w:t>
                      </w:r>
                      <w:r w:rsidR="00F66768">
                        <w:rPr>
                          <w:rFonts w:cs="Calibri"/>
                          <w:sz w:val="22"/>
                          <w14:ligatures w14:val="none"/>
                        </w:rPr>
                        <w:t>l</w:t>
                      </w:r>
                      <w:r w:rsidR="0007110B">
                        <w:rPr>
                          <w:rFonts w:cs="Calibri"/>
                          <w:sz w:val="22"/>
                          <w14:ligatures w14:val="none"/>
                        </w:rPr>
                        <w:t>egal</w:t>
                      </w:r>
                      <w:r w:rsidR="00F66768">
                        <w:rPr>
                          <w:rFonts w:cs="Calibri"/>
                          <w:sz w:val="22"/>
                          <w14:ligatures w14:val="none"/>
                        </w:rPr>
                        <w:t>-r</w:t>
                      </w:r>
                      <w:r w:rsidR="0007110B">
                        <w:rPr>
                          <w:rFonts w:cs="Calibri"/>
                          <w:sz w:val="22"/>
                          <w14:ligatures w14:val="none"/>
                        </w:rPr>
                        <w:t>uled template.</w:t>
                      </w:r>
                    </w:p>
                    <w:p w14:paraId="6C69E385" w14:textId="77777777" w:rsidR="0007110B" w:rsidRPr="00235E40" w:rsidRDefault="0007110B" w:rsidP="00235E40">
                      <w:pPr>
                        <w:pStyle w:val="BodyText"/>
                      </w:pPr>
                    </w:p>
                  </w:txbxContent>
                </v:textbox>
              </v:shape>
            </w:pict>
          </mc:Fallback>
        </mc:AlternateContent>
      </w:r>
    </w:p>
    <w:sectPr w:rsidR="00786CCF" w:rsidRPr="00324486" w:rsidSect="00324486">
      <w:headerReference w:type="even" r:id="rId12"/>
      <w:headerReference w:type="default" r:id="rId13"/>
      <w:headerReference w:type="first" r:id="rId14"/>
      <w:pgSz w:w="12240" w:h="15840"/>
      <w:pgMar w:top="1440" w:right="1440" w:bottom="1440" w:left="1440" w:header="720" w:footer="720" w:gutter="0"/>
      <w:paperSrc w:first="259" w:other="25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7733C" w14:textId="77777777" w:rsidR="00235E40" w:rsidRDefault="00235E40" w:rsidP="00855721">
      <w:r>
        <w:separator/>
      </w:r>
    </w:p>
  </w:endnote>
  <w:endnote w:type="continuationSeparator" w:id="0">
    <w:p w14:paraId="458350EA" w14:textId="77777777" w:rsidR="00235E40" w:rsidRDefault="00235E40" w:rsidP="0085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2EFD0" w14:textId="77777777" w:rsidR="00235E40" w:rsidRDefault="00235E40" w:rsidP="00855721">
      <w:r>
        <w:separator/>
      </w:r>
    </w:p>
  </w:footnote>
  <w:footnote w:type="continuationSeparator" w:id="0">
    <w:p w14:paraId="7AAFF41E" w14:textId="77777777" w:rsidR="00235E40" w:rsidRDefault="00235E40" w:rsidP="00855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leftFromText="187" w:rightFromText="187" w:vertAnchor="page" w:horzAnchor="margin" w:tblpXSpec="center" w:tblpY="1441"/>
      <w:tblW w:w="12150" w:type="dxa"/>
      <w:tblBorders>
        <w:top w:val="single" w:sz="4" w:space="0" w:color="0070C0"/>
        <w:left w:val="none" w:sz="0" w:space="0" w:color="auto"/>
        <w:bottom w:val="single" w:sz="4" w:space="0" w:color="0070C0"/>
        <w:right w:val="none" w:sz="0" w:space="0" w:color="auto"/>
        <w:insideH w:val="single" w:sz="4" w:space="0" w:color="0070C0"/>
        <w:insideV w:val="single" w:sz="4" w:space="0" w:color="FF0000"/>
      </w:tblBorders>
      <w:tblLook w:val="04A0" w:firstRow="1" w:lastRow="0" w:firstColumn="1" w:lastColumn="0" w:noHBand="0" w:noVBand="1"/>
    </w:tblPr>
    <w:tblGrid>
      <w:gridCol w:w="3690"/>
      <w:gridCol w:w="8460"/>
    </w:tblGrid>
    <w:tr w:rsidR="00324486" w:rsidRPr="00855721" w14:paraId="7B8E379B" w14:textId="77777777" w:rsidTr="009C35A6">
      <w:trPr>
        <w:trHeight w:hRule="exact" w:val="432"/>
      </w:trPr>
      <w:tc>
        <w:tcPr>
          <w:tcW w:w="3690" w:type="dxa"/>
        </w:tcPr>
        <w:p w14:paraId="4E5B89E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8C72975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209F95BD" w14:textId="77777777" w:rsidTr="009C35A6">
      <w:trPr>
        <w:trHeight w:hRule="exact" w:val="432"/>
      </w:trPr>
      <w:tc>
        <w:tcPr>
          <w:tcW w:w="3690" w:type="dxa"/>
        </w:tcPr>
        <w:p w14:paraId="19F827C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01BABE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1061DF68" w14:textId="77777777" w:rsidTr="009C35A6">
      <w:trPr>
        <w:trHeight w:hRule="exact" w:val="432"/>
      </w:trPr>
      <w:tc>
        <w:tcPr>
          <w:tcW w:w="3690" w:type="dxa"/>
        </w:tcPr>
        <w:p w14:paraId="25404A0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E65BF1F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D6DAECF" w14:textId="77777777" w:rsidTr="009C35A6">
      <w:trPr>
        <w:trHeight w:hRule="exact" w:val="432"/>
      </w:trPr>
      <w:tc>
        <w:tcPr>
          <w:tcW w:w="3690" w:type="dxa"/>
        </w:tcPr>
        <w:p w14:paraId="15C455C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81B613A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2DAE373A" w14:textId="77777777" w:rsidTr="009C35A6">
      <w:trPr>
        <w:trHeight w:hRule="exact" w:val="432"/>
      </w:trPr>
      <w:tc>
        <w:tcPr>
          <w:tcW w:w="3690" w:type="dxa"/>
        </w:tcPr>
        <w:p w14:paraId="33D812A4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34FF672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5950E28D" w14:textId="77777777" w:rsidTr="009C35A6">
      <w:trPr>
        <w:trHeight w:hRule="exact" w:val="432"/>
      </w:trPr>
      <w:tc>
        <w:tcPr>
          <w:tcW w:w="3690" w:type="dxa"/>
        </w:tcPr>
        <w:p w14:paraId="0F896E50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659AD0F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486FFC77" w14:textId="77777777" w:rsidTr="009C35A6">
      <w:trPr>
        <w:trHeight w:hRule="exact" w:val="432"/>
      </w:trPr>
      <w:tc>
        <w:tcPr>
          <w:tcW w:w="3690" w:type="dxa"/>
        </w:tcPr>
        <w:p w14:paraId="0F102DB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AB68DEF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679004D1" w14:textId="77777777" w:rsidTr="009C35A6">
      <w:trPr>
        <w:trHeight w:hRule="exact" w:val="432"/>
      </w:trPr>
      <w:tc>
        <w:tcPr>
          <w:tcW w:w="3690" w:type="dxa"/>
        </w:tcPr>
        <w:p w14:paraId="0B3537C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13A978E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1BAD5CCA" w14:textId="77777777" w:rsidTr="009C35A6">
      <w:trPr>
        <w:trHeight w:hRule="exact" w:val="432"/>
      </w:trPr>
      <w:tc>
        <w:tcPr>
          <w:tcW w:w="3690" w:type="dxa"/>
        </w:tcPr>
        <w:p w14:paraId="1B15AA0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928C229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6BA69BA3" w14:textId="77777777" w:rsidTr="009C35A6">
      <w:trPr>
        <w:trHeight w:hRule="exact" w:val="432"/>
      </w:trPr>
      <w:tc>
        <w:tcPr>
          <w:tcW w:w="3690" w:type="dxa"/>
        </w:tcPr>
        <w:p w14:paraId="64CD6635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6D6DB44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65258D0" w14:textId="77777777" w:rsidTr="009C35A6">
      <w:trPr>
        <w:trHeight w:hRule="exact" w:val="432"/>
      </w:trPr>
      <w:tc>
        <w:tcPr>
          <w:tcW w:w="3690" w:type="dxa"/>
        </w:tcPr>
        <w:p w14:paraId="71ADB78B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0674F1A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1BE2FA16" w14:textId="77777777" w:rsidTr="009C35A6">
      <w:trPr>
        <w:trHeight w:hRule="exact" w:val="432"/>
      </w:trPr>
      <w:tc>
        <w:tcPr>
          <w:tcW w:w="3690" w:type="dxa"/>
        </w:tcPr>
        <w:p w14:paraId="2025D82A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6E28A5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5B194D02" w14:textId="77777777" w:rsidTr="009C35A6">
      <w:trPr>
        <w:trHeight w:hRule="exact" w:val="432"/>
      </w:trPr>
      <w:tc>
        <w:tcPr>
          <w:tcW w:w="3690" w:type="dxa"/>
        </w:tcPr>
        <w:p w14:paraId="6DA0F1D6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26A8265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7FCB8928" w14:textId="77777777" w:rsidTr="009C35A6">
      <w:trPr>
        <w:trHeight w:hRule="exact" w:val="432"/>
      </w:trPr>
      <w:tc>
        <w:tcPr>
          <w:tcW w:w="3690" w:type="dxa"/>
        </w:tcPr>
        <w:p w14:paraId="74AC2A4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BDEDCDC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1DD5A12" w14:textId="77777777" w:rsidTr="009C35A6">
      <w:trPr>
        <w:trHeight w:hRule="exact" w:val="432"/>
      </w:trPr>
      <w:tc>
        <w:tcPr>
          <w:tcW w:w="3690" w:type="dxa"/>
        </w:tcPr>
        <w:p w14:paraId="3E59CE4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164C22B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284F2ADD" w14:textId="77777777" w:rsidTr="009C35A6">
      <w:trPr>
        <w:trHeight w:hRule="exact" w:val="432"/>
      </w:trPr>
      <w:tc>
        <w:tcPr>
          <w:tcW w:w="3690" w:type="dxa"/>
        </w:tcPr>
        <w:p w14:paraId="23D51AD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1745E3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11B03D68" w14:textId="77777777" w:rsidTr="009C35A6">
      <w:trPr>
        <w:trHeight w:hRule="exact" w:val="432"/>
      </w:trPr>
      <w:tc>
        <w:tcPr>
          <w:tcW w:w="3690" w:type="dxa"/>
        </w:tcPr>
        <w:p w14:paraId="002C33AF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AC77A6B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53235B0" w14:textId="77777777" w:rsidTr="009C35A6">
      <w:trPr>
        <w:trHeight w:hRule="exact" w:val="432"/>
      </w:trPr>
      <w:tc>
        <w:tcPr>
          <w:tcW w:w="3690" w:type="dxa"/>
        </w:tcPr>
        <w:p w14:paraId="31307B2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BF23043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D834E20" w14:textId="77777777" w:rsidTr="009C35A6">
      <w:trPr>
        <w:trHeight w:hRule="exact" w:val="432"/>
      </w:trPr>
      <w:tc>
        <w:tcPr>
          <w:tcW w:w="3690" w:type="dxa"/>
        </w:tcPr>
        <w:p w14:paraId="72424F04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4DE417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CEA2C2C" w14:textId="77777777" w:rsidTr="009C35A6">
      <w:trPr>
        <w:trHeight w:hRule="exact" w:val="432"/>
      </w:trPr>
      <w:tc>
        <w:tcPr>
          <w:tcW w:w="3690" w:type="dxa"/>
        </w:tcPr>
        <w:p w14:paraId="0158E2E4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A050052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C59B622" w14:textId="77777777" w:rsidTr="009C35A6">
      <w:trPr>
        <w:trHeight w:hRule="exact" w:val="432"/>
      </w:trPr>
      <w:tc>
        <w:tcPr>
          <w:tcW w:w="3690" w:type="dxa"/>
        </w:tcPr>
        <w:p w14:paraId="7EAD65E1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D2A570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EA3E143" w14:textId="77777777" w:rsidTr="009C35A6">
      <w:trPr>
        <w:trHeight w:hRule="exact" w:val="432"/>
      </w:trPr>
      <w:tc>
        <w:tcPr>
          <w:tcW w:w="3690" w:type="dxa"/>
        </w:tcPr>
        <w:p w14:paraId="58AD033A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061AFDA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14D29EBA" w14:textId="77777777" w:rsidTr="009C35A6">
      <w:trPr>
        <w:trHeight w:hRule="exact" w:val="432"/>
      </w:trPr>
      <w:tc>
        <w:tcPr>
          <w:tcW w:w="3690" w:type="dxa"/>
        </w:tcPr>
        <w:p w14:paraId="3005A17B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310C140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4A6E8723" w14:textId="77777777" w:rsidTr="009C35A6">
      <w:trPr>
        <w:trHeight w:hRule="exact" w:val="432"/>
      </w:trPr>
      <w:tc>
        <w:tcPr>
          <w:tcW w:w="3690" w:type="dxa"/>
        </w:tcPr>
        <w:p w14:paraId="6F1FFD50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945EBA9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2D138AFC" w14:textId="77777777" w:rsidTr="009C35A6">
      <w:trPr>
        <w:trHeight w:hRule="exact" w:val="432"/>
      </w:trPr>
      <w:tc>
        <w:tcPr>
          <w:tcW w:w="3690" w:type="dxa"/>
        </w:tcPr>
        <w:p w14:paraId="0D433444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638D36B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C386F9A" w14:textId="77777777" w:rsidTr="009C35A6">
      <w:trPr>
        <w:trHeight w:hRule="exact" w:val="432"/>
      </w:trPr>
      <w:tc>
        <w:tcPr>
          <w:tcW w:w="3690" w:type="dxa"/>
        </w:tcPr>
        <w:p w14:paraId="61C7BA9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64E12EA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28E1DA5" w14:textId="77777777" w:rsidTr="009C35A6">
      <w:trPr>
        <w:trHeight w:hRule="exact" w:val="432"/>
      </w:trPr>
      <w:tc>
        <w:tcPr>
          <w:tcW w:w="3690" w:type="dxa"/>
        </w:tcPr>
        <w:p w14:paraId="5C1E438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10128BE9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6557369F" w14:textId="77777777" w:rsidTr="009C35A6">
      <w:trPr>
        <w:trHeight w:hRule="exact" w:val="432"/>
      </w:trPr>
      <w:tc>
        <w:tcPr>
          <w:tcW w:w="3690" w:type="dxa"/>
        </w:tcPr>
        <w:p w14:paraId="11141F0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BF73273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4609515B" w14:textId="77777777" w:rsidTr="009C35A6">
      <w:trPr>
        <w:trHeight w:hRule="exact" w:val="432"/>
      </w:trPr>
      <w:tc>
        <w:tcPr>
          <w:tcW w:w="3690" w:type="dxa"/>
        </w:tcPr>
        <w:p w14:paraId="5DD77196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D2D830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8648C4B" w14:textId="77777777" w:rsidTr="009C35A6">
      <w:trPr>
        <w:trHeight w:hRule="exact" w:val="432"/>
      </w:trPr>
      <w:tc>
        <w:tcPr>
          <w:tcW w:w="3690" w:type="dxa"/>
        </w:tcPr>
        <w:p w14:paraId="6E82DC6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D4E8582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4F58FC2E" w14:textId="77777777" w:rsidTr="009C35A6">
      <w:trPr>
        <w:trHeight w:hRule="exact" w:val="432"/>
      </w:trPr>
      <w:tc>
        <w:tcPr>
          <w:tcW w:w="3690" w:type="dxa"/>
        </w:tcPr>
        <w:p w14:paraId="0466D85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88632D5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6387DAC5" w14:textId="77777777" w:rsidTr="009C35A6">
      <w:trPr>
        <w:trHeight w:hRule="exact" w:val="432"/>
      </w:trPr>
      <w:tc>
        <w:tcPr>
          <w:tcW w:w="3690" w:type="dxa"/>
        </w:tcPr>
        <w:p w14:paraId="23CF52A5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3A246E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42FDBF83" w14:textId="77777777" w:rsidTr="009C35A6">
      <w:trPr>
        <w:trHeight w:hRule="exact" w:val="432"/>
      </w:trPr>
      <w:tc>
        <w:tcPr>
          <w:tcW w:w="3690" w:type="dxa"/>
        </w:tcPr>
        <w:p w14:paraId="6DE0AE40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F89C2A9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</w:tbl>
  <w:p w14:paraId="1BA8D092" w14:textId="77777777" w:rsidR="00324486" w:rsidRPr="00855721" w:rsidRDefault="00324486" w:rsidP="00324486">
    <w:pPr>
      <w:pStyle w:val="Header"/>
      <w:rPr>
        <w:sz w:val="28"/>
        <w:szCs w:val="28"/>
      </w:rPr>
    </w:pPr>
    <w:r>
      <w:rPr>
        <w:vanish/>
        <w:sz w:val="28"/>
        <w:szCs w:val="28"/>
      </w:rPr>
      <w:t>This should be a separate Section with the headers and footers unlinked</w:t>
    </w:r>
  </w:p>
  <w:p w14:paraId="36562B8F" w14:textId="77777777" w:rsidR="00324486" w:rsidRDefault="003244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leftFromText="187" w:rightFromText="187" w:vertAnchor="page" w:horzAnchor="margin" w:tblpXSpec="center" w:tblpY="1441"/>
      <w:tblW w:w="12150" w:type="dxa"/>
      <w:tblBorders>
        <w:top w:val="single" w:sz="4" w:space="0" w:color="0070C0"/>
        <w:left w:val="none" w:sz="0" w:space="0" w:color="auto"/>
        <w:bottom w:val="single" w:sz="4" w:space="0" w:color="0070C0"/>
        <w:right w:val="none" w:sz="0" w:space="0" w:color="auto"/>
        <w:insideH w:val="single" w:sz="4" w:space="0" w:color="0070C0"/>
        <w:insideV w:val="single" w:sz="4" w:space="0" w:color="FF0000"/>
      </w:tblBorders>
      <w:tblLook w:val="04A0" w:firstRow="1" w:lastRow="0" w:firstColumn="1" w:lastColumn="0" w:noHBand="0" w:noVBand="1"/>
    </w:tblPr>
    <w:tblGrid>
      <w:gridCol w:w="3690"/>
      <w:gridCol w:w="8460"/>
    </w:tblGrid>
    <w:tr w:rsidR="00300096" w:rsidRPr="00855721" w14:paraId="46E84F26" w14:textId="77777777" w:rsidTr="00300096">
      <w:trPr>
        <w:trHeight w:hRule="exact" w:val="432"/>
      </w:trPr>
      <w:tc>
        <w:tcPr>
          <w:tcW w:w="3690" w:type="dxa"/>
        </w:tcPr>
        <w:p w14:paraId="68C38E3C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134853D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300096" w:rsidRPr="00855721" w14:paraId="5A076701" w14:textId="77777777" w:rsidTr="00300096">
      <w:trPr>
        <w:trHeight w:hRule="exact" w:val="432"/>
      </w:trPr>
      <w:tc>
        <w:tcPr>
          <w:tcW w:w="3690" w:type="dxa"/>
        </w:tcPr>
        <w:p w14:paraId="59314469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21A67A8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300096" w:rsidRPr="00855721" w14:paraId="59DC3F8E" w14:textId="77777777" w:rsidTr="00300096">
      <w:trPr>
        <w:trHeight w:hRule="exact" w:val="432"/>
      </w:trPr>
      <w:tc>
        <w:tcPr>
          <w:tcW w:w="3690" w:type="dxa"/>
        </w:tcPr>
        <w:p w14:paraId="69077C6F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F3D9DD1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300096" w:rsidRPr="00855721" w14:paraId="292C80B4" w14:textId="77777777" w:rsidTr="00300096">
      <w:trPr>
        <w:trHeight w:hRule="exact" w:val="432"/>
      </w:trPr>
      <w:tc>
        <w:tcPr>
          <w:tcW w:w="3690" w:type="dxa"/>
        </w:tcPr>
        <w:p w14:paraId="717F0240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0863F05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300096" w:rsidRPr="00855721" w14:paraId="35FFD5D5" w14:textId="77777777" w:rsidTr="00300096">
      <w:trPr>
        <w:trHeight w:hRule="exact" w:val="432"/>
      </w:trPr>
      <w:tc>
        <w:tcPr>
          <w:tcW w:w="3690" w:type="dxa"/>
        </w:tcPr>
        <w:p w14:paraId="2B5243B9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DFCCAE1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300096" w:rsidRPr="00855721" w14:paraId="701C3CFD" w14:textId="77777777" w:rsidTr="00300096">
      <w:trPr>
        <w:trHeight w:hRule="exact" w:val="432"/>
      </w:trPr>
      <w:tc>
        <w:tcPr>
          <w:tcW w:w="3690" w:type="dxa"/>
        </w:tcPr>
        <w:p w14:paraId="32BB19C8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ED8D97C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300096" w:rsidRPr="00855721" w14:paraId="0475D420" w14:textId="77777777" w:rsidTr="00300096">
      <w:trPr>
        <w:trHeight w:hRule="exact" w:val="432"/>
      </w:trPr>
      <w:tc>
        <w:tcPr>
          <w:tcW w:w="3690" w:type="dxa"/>
        </w:tcPr>
        <w:p w14:paraId="065CB90A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E336351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300096" w:rsidRPr="00855721" w14:paraId="1079B9F2" w14:textId="77777777" w:rsidTr="00300096">
      <w:trPr>
        <w:trHeight w:hRule="exact" w:val="432"/>
      </w:trPr>
      <w:tc>
        <w:tcPr>
          <w:tcW w:w="3690" w:type="dxa"/>
        </w:tcPr>
        <w:p w14:paraId="37577DDB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284172C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475D20A0" w14:textId="77777777" w:rsidTr="00300096">
      <w:trPr>
        <w:trHeight w:hRule="exact" w:val="432"/>
      </w:trPr>
      <w:tc>
        <w:tcPr>
          <w:tcW w:w="3690" w:type="dxa"/>
        </w:tcPr>
        <w:p w14:paraId="28DF2CEB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14CAE919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235551EE" w14:textId="77777777" w:rsidTr="00300096">
      <w:trPr>
        <w:trHeight w:hRule="exact" w:val="432"/>
      </w:trPr>
      <w:tc>
        <w:tcPr>
          <w:tcW w:w="3690" w:type="dxa"/>
        </w:tcPr>
        <w:p w14:paraId="5AB96AF9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1649ABED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252857E7" w14:textId="77777777" w:rsidTr="00300096">
      <w:trPr>
        <w:trHeight w:hRule="exact" w:val="432"/>
      </w:trPr>
      <w:tc>
        <w:tcPr>
          <w:tcW w:w="3690" w:type="dxa"/>
        </w:tcPr>
        <w:p w14:paraId="1B34DF18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65F6812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44D86306" w14:textId="77777777" w:rsidTr="00300096">
      <w:trPr>
        <w:trHeight w:hRule="exact" w:val="432"/>
      </w:trPr>
      <w:tc>
        <w:tcPr>
          <w:tcW w:w="3690" w:type="dxa"/>
        </w:tcPr>
        <w:p w14:paraId="17C0F8D6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116DAE5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4C865CFA" w14:textId="77777777" w:rsidTr="00300096">
      <w:trPr>
        <w:trHeight w:hRule="exact" w:val="432"/>
      </w:trPr>
      <w:tc>
        <w:tcPr>
          <w:tcW w:w="3690" w:type="dxa"/>
        </w:tcPr>
        <w:p w14:paraId="3C5BC33C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75D9769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5C2EAA62" w14:textId="77777777" w:rsidTr="00300096">
      <w:trPr>
        <w:trHeight w:hRule="exact" w:val="432"/>
      </w:trPr>
      <w:tc>
        <w:tcPr>
          <w:tcW w:w="3690" w:type="dxa"/>
        </w:tcPr>
        <w:p w14:paraId="59A9C7BF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160DDED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0508679E" w14:textId="77777777" w:rsidTr="00300096">
      <w:trPr>
        <w:trHeight w:hRule="exact" w:val="432"/>
      </w:trPr>
      <w:tc>
        <w:tcPr>
          <w:tcW w:w="3690" w:type="dxa"/>
        </w:tcPr>
        <w:p w14:paraId="054B50EA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56BD648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2C6EDCCA" w14:textId="77777777" w:rsidTr="00300096">
      <w:trPr>
        <w:trHeight w:hRule="exact" w:val="432"/>
      </w:trPr>
      <w:tc>
        <w:tcPr>
          <w:tcW w:w="3690" w:type="dxa"/>
        </w:tcPr>
        <w:p w14:paraId="2E7BDB9C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0A4C6E3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25D315BC" w14:textId="77777777" w:rsidTr="00300096">
      <w:trPr>
        <w:trHeight w:hRule="exact" w:val="432"/>
      </w:trPr>
      <w:tc>
        <w:tcPr>
          <w:tcW w:w="3690" w:type="dxa"/>
        </w:tcPr>
        <w:p w14:paraId="3419018F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E5D8C10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1AFF7DD9" w14:textId="77777777" w:rsidTr="00300096">
      <w:trPr>
        <w:trHeight w:hRule="exact" w:val="432"/>
      </w:trPr>
      <w:tc>
        <w:tcPr>
          <w:tcW w:w="3690" w:type="dxa"/>
        </w:tcPr>
        <w:p w14:paraId="2DF5918F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0DDE0A2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5A441F5A" w14:textId="77777777" w:rsidTr="00300096">
      <w:trPr>
        <w:trHeight w:hRule="exact" w:val="432"/>
      </w:trPr>
      <w:tc>
        <w:tcPr>
          <w:tcW w:w="3690" w:type="dxa"/>
        </w:tcPr>
        <w:p w14:paraId="568B9CE3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50E8D00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0A36E3AB" w14:textId="77777777" w:rsidTr="00300096">
      <w:trPr>
        <w:trHeight w:hRule="exact" w:val="432"/>
      </w:trPr>
      <w:tc>
        <w:tcPr>
          <w:tcW w:w="3690" w:type="dxa"/>
        </w:tcPr>
        <w:p w14:paraId="02739E2F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888266D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7274E578" w14:textId="77777777" w:rsidTr="00300096">
      <w:trPr>
        <w:trHeight w:hRule="exact" w:val="432"/>
      </w:trPr>
      <w:tc>
        <w:tcPr>
          <w:tcW w:w="3690" w:type="dxa"/>
        </w:tcPr>
        <w:p w14:paraId="76C8C6D9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F8167B9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33128F12" w14:textId="77777777" w:rsidTr="00300096">
      <w:trPr>
        <w:trHeight w:hRule="exact" w:val="432"/>
      </w:trPr>
      <w:tc>
        <w:tcPr>
          <w:tcW w:w="3690" w:type="dxa"/>
        </w:tcPr>
        <w:p w14:paraId="09940E74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FFB3450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4E91137E" w14:textId="77777777" w:rsidTr="00300096">
      <w:trPr>
        <w:trHeight w:hRule="exact" w:val="432"/>
      </w:trPr>
      <w:tc>
        <w:tcPr>
          <w:tcW w:w="3690" w:type="dxa"/>
        </w:tcPr>
        <w:p w14:paraId="6A076D3E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9F6DD35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4C1ADE72" w14:textId="77777777" w:rsidTr="00300096">
      <w:trPr>
        <w:trHeight w:hRule="exact" w:val="432"/>
      </w:trPr>
      <w:tc>
        <w:tcPr>
          <w:tcW w:w="3690" w:type="dxa"/>
        </w:tcPr>
        <w:p w14:paraId="2EA5AF6D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547BC98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70237D5A" w14:textId="77777777" w:rsidTr="00300096">
      <w:trPr>
        <w:trHeight w:hRule="exact" w:val="432"/>
      </w:trPr>
      <w:tc>
        <w:tcPr>
          <w:tcW w:w="3690" w:type="dxa"/>
        </w:tcPr>
        <w:p w14:paraId="3DD4A357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18B17F9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570D0097" w14:textId="77777777" w:rsidTr="00300096">
      <w:trPr>
        <w:trHeight w:hRule="exact" w:val="432"/>
      </w:trPr>
      <w:tc>
        <w:tcPr>
          <w:tcW w:w="3690" w:type="dxa"/>
        </w:tcPr>
        <w:p w14:paraId="1C8CD3FE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1AD7922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557D3C4B" w14:textId="77777777" w:rsidTr="00300096">
      <w:trPr>
        <w:trHeight w:hRule="exact" w:val="432"/>
      </w:trPr>
      <w:tc>
        <w:tcPr>
          <w:tcW w:w="3690" w:type="dxa"/>
        </w:tcPr>
        <w:p w14:paraId="28DC88A2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F727848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4CDCE064" w14:textId="77777777" w:rsidTr="00300096">
      <w:trPr>
        <w:trHeight w:hRule="exact" w:val="432"/>
      </w:trPr>
      <w:tc>
        <w:tcPr>
          <w:tcW w:w="3690" w:type="dxa"/>
        </w:tcPr>
        <w:p w14:paraId="407EF6CB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1CE92A6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119B14C5" w14:textId="77777777" w:rsidTr="00300096">
      <w:trPr>
        <w:trHeight w:hRule="exact" w:val="432"/>
      </w:trPr>
      <w:tc>
        <w:tcPr>
          <w:tcW w:w="3690" w:type="dxa"/>
        </w:tcPr>
        <w:p w14:paraId="5099405B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246CFB5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31883A17" w14:textId="77777777" w:rsidTr="00300096">
      <w:trPr>
        <w:trHeight w:hRule="exact" w:val="432"/>
      </w:trPr>
      <w:tc>
        <w:tcPr>
          <w:tcW w:w="3690" w:type="dxa"/>
        </w:tcPr>
        <w:p w14:paraId="05787E05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A873EFC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855721" w:rsidRPr="00855721" w14:paraId="3BF405C1" w14:textId="77777777" w:rsidTr="00300096">
      <w:trPr>
        <w:trHeight w:hRule="exact" w:val="432"/>
      </w:trPr>
      <w:tc>
        <w:tcPr>
          <w:tcW w:w="3690" w:type="dxa"/>
        </w:tcPr>
        <w:p w14:paraId="5229579A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17128138" w14:textId="77777777" w:rsidR="00855721" w:rsidRPr="00855721" w:rsidRDefault="00855721" w:rsidP="003A7D6B">
          <w:pPr>
            <w:pStyle w:val="Header"/>
            <w:rPr>
              <w:sz w:val="28"/>
              <w:szCs w:val="28"/>
            </w:rPr>
          </w:pPr>
        </w:p>
      </w:tc>
    </w:tr>
    <w:tr w:rsidR="003A7D6B" w:rsidRPr="00855721" w14:paraId="23A9E187" w14:textId="77777777" w:rsidTr="00300096">
      <w:trPr>
        <w:trHeight w:hRule="exact" w:val="432"/>
      </w:trPr>
      <w:tc>
        <w:tcPr>
          <w:tcW w:w="3690" w:type="dxa"/>
        </w:tcPr>
        <w:p w14:paraId="1B8D90BC" w14:textId="77777777" w:rsidR="003A7D6B" w:rsidRPr="00855721" w:rsidRDefault="003A7D6B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0F64B0C" w14:textId="77777777" w:rsidR="003A7D6B" w:rsidRPr="00855721" w:rsidRDefault="003A7D6B" w:rsidP="003A7D6B">
          <w:pPr>
            <w:pStyle w:val="Header"/>
            <w:rPr>
              <w:sz w:val="28"/>
              <w:szCs w:val="28"/>
            </w:rPr>
          </w:pPr>
        </w:p>
      </w:tc>
    </w:tr>
    <w:tr w:rsidR="003A7D6B" w:rsidRPr="00855721" w14:paraId="6EFC33A8" w14:textId="77777777" w:rsidTr="00300096">
      <w:trPr>
        <w:trHeight w:hRule="exact" w:val="432"/>
      </w:trPr>
      <w:tc>
        <w:tcPr>
          <w:tcW w:w="3690" w:type="dxa"/>
        </w:tcPr>
        <w:p w14:paraId="473DCD89" w14:textId="77777777" w:rsidR="003A7D6B" w:rsidRPr="00855721" w:rsidRDefault="003A7D6B" w:rsidP="003A7D6B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902E447" w14:textId="77777777" w:rsidR="003A7D6B" w:rsidRPr="00855721" w:rsidRDefault="003A7D6B" w:rsidP="003A7D6B">
          <w:pPr>
            <w:pStyle w:val="Header"/>
            <w:rPr>
              <w:sz w:val="28"/>
              <w:szCs w:val="28"/>
            </w:rPr>
          </w:pPr>
        </w:p>
      </w:tc>
    </w:tr>
  </w:tbl>
  <w:p w14:paraId="5C56B941" w14:textId="77777777" w:rsidR="00855721" w:rsidRPr="00855721" w:rsidRDefault="00562C43">
    <w:pPr>
      <w:pStyle w:val="Header"/>
      <w:rPr>
        <w:sz w:val="28"/>
        <w:szCs w:val="28"/>
      </w:rPr>
    </w:pPr>
    <w:r>
      <w:rPr>
        <w:vanish/>
        <w:sz w:val="28"/>
        <w:szCs w:val="28"/>
      </w:rPr>
      <w:t>This should be a separate Section with the headers and footers unlinked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leftFromText="187" w:rightFromText="187" w:vertAnchor="page" w:horzAnchor="margin" w:tblpXSpec="center" w:tblpY="1441"/>
      <w:tblW w:w="12150" w:type="dxa"/>
      <w:tblBorders>
        <w:top w:val="single" w:sz="4" w:space="0" w:color="0070C0"/>
        <w:left w:val="none" w:sz="0" w:space="0" w:color="auto"/>
        <w:bottom w:val="single" w:sz="4" w:space="0" w:color="0070C0"/>
        <w:right w:val="none" w:sz="0" w:space="0" w:color="auto"/>
        <w:insideH w:val="single" w:sz="4" w:space="0" w:color="0070C0"/>
        <w:insideV w:val="single" w:sz="4" w:space="0" w:color="FF0000"/>
      </w:tblBorders>
      <w:tblLook w:val="04A0" w:firstRow="1" w:lastRow="0" w:firstColumn="1" w:lastColumn="0" w:noHBand="0" w:noVBand="1"/>
    </w:tblPr>
    <w:tblGrid>
      <w:gridCol w:w="3690"/>
      <w:gridCol w:w="8460"/>
    </w:tblGrid>
    <w:tr w:rsidR="00324486" w:rsidRPr="00855721" w14:paraId="6DD295CF" w14:textId="77777777" w:rsidTr="009C35A6">
      <w:trPr>
        <w:trHeight w:hRule="exact" w:val="432"/>
      </w:trPr>
      <w:tc>
        <w:tcPr>
          <w:tcW w:w="3690" w:type="dxa"/>
        </w:tcPr>
        <w:p w14:paraId="5A2FD266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7A77223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3F21C5C" w14:textId="77777777" w:rsidTr="009C35A6">
      <w:trPr>
        <w:trHeight w:hRule="exact" w:val="432"/>
      </w:trPr>
      <w:tc>
        <w:tcPr>
          <w:tcW w:w="3690" w:type="dxa"/>
        </w:tcPr>
        <w:p w14:paraId="42CA1205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D22325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1B0E72E" w14:textId="77777777" w:rsidTr="009C35A6">
      <w:trPr>
        <w:trHeight w:hRule="exact" w:val="432"/>
      </w:trPr>
      <w:tc>
        <w:tcPr>
          <w:tcW w:w="3690" w:type="dxa"/>
        </w:tcPr>
        <w:p w14:paraId="7A36A659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1D9895A0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ABE6E1E" w14:textId="77777777" w:rsidTr="009C35A6">
      <w:trPr>
        <w:trHeight w:hRule="exact" w:val="432"/>
      </w:trPr>
      <w:tc>
        <w:tcPr>
          <w:tcW w:w="3690" w:type="dxa"/>
        </w:tcPr>
        <w:p w14:paraId="7AA19132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34C21E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310B632" w14:textId="77777777" w:rsidTr="009C35A6">
      <w:trPr>
        <w:trHeight w:hRule="exact" w:val="432"/>
      </w:trPr>
      <w:tc>
        <w:tcPr>
          <w:tcW w:w="3690" w:type="dxa"/>
        </w:tcPr>
        <w:p w14:paraId="369359C1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DE70752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25BD113A" w14:textId="77777777" w:rsidTr="009C35A6">
      <w:trPr>
        <w:trHeight w:hRule="exact" w:val="432"/>
      </w:trPr>
      <w:tc>
        <w:tcPr>
          <w:tcW w:w="3690" w:type="dxa"/>
        </w:tcPr>
        <w:p w14:paraId="232A7B1A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FC14D3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4B2BB591" w14:textId="77777777" w:rsidTr="009C35A6">
      <w:trPr>
        <w:trHeight w:hRule="exact" w:val="432"/>
      </w:trPr>
      <w:tc>
        <w:tcPr>
          <w:tcW w:w="3690" w:type="dxa"/>
        </w:tcPr>
        <w:p w14:paraId="614A9F6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6D2419C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7D55DD4D" w14:textId="77777777" w:rsidTr="009C35A6">
      <w:trPr>
        <w:trHeight w:hRule="exact" w:val="432"/>
      </w:trPr>
      <w:tc>
        <w:tcPr>
          <w:tcW w:w="3690" w:type="dxa"/>
        </w:tcPr>
        <w:p w14:paraId="66E168D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0801942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1FD5C7D5" w14:textId="77777777" w:rsidTr="009C35A6">
      <w:trPr>
        <w:trHeight w:hRule="exact" w:val="432"/>
      </w:trPr>
      <w:tc>
        <w:tcPr>
          <w:tcW w:w="3690" w:type="dxa"/>
        </w:tcPr>
        <w:p w14:paraId="6217DB91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84F289C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55739E8E" w14:textId="77777777" w:rsidTr="009C35A6">
      <w:trPr>
        <w:trHeight w:hRule="exact" w:val="432"/>
      </w:trPr>
      <w:tc>
        <w:tcPr>
          <w:tcW w:w="3690" w:type="dxa"/>
        </w:tcPr>
        <w:p w14:paraId="67600414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69895AF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A8DC202" w14:textId="77777777" w:rsidTr="009C35A6">
      <w:trPr>
        <w:trHeight w:hRule="exact" w:val="432"/>
      </w:trPr>
      <w:tc>
        <w:tcPr>
          <w:tcW w:w="3690" w:type="dxa"/>
        </w:tcPr>
        <w:p w14:paraId="4F968BD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D7FCAA3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7FD2CC8B" w14:textId="77777777" w:rsidTr="009C35A6">
      <w:trPr>
        <w:trHeight w:hRule="exact" w:val="432"/>
      </w:trPr>
      <w:tc>
        <w:tcPr>
          <w:tcW w:w="3690" w:type="dxa"/>
        </w:tcPr>
        <w:p w14:paraId="7B5884B0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DE75C76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69E63E31" w14:textId="77777777" w:rsidTr="009C35A6">
      <w:trPr>
        <w:trHeight w:hRule="exact" w:val="432"/>
      </w:trPr>
      <w:tc>
        <w:tcPr>
          <w:tcW w:w="3690" w:type="dxa"/>
        </w:tcPr>
        <w:p w14:paraId="54FDDAB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9BD9AB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461859DF" w14:textId="77777777" w:rsidTr="009C35A6">
      <w:trPr>
        <w:trHeight w:hRule="exact" w:val="432"/>
      </w:trPr>
      <w:tc>
        <w:tcPr>
          <w:tcW w:w="3690" w:type="dxa"/>
        </w:tcPr>
        <w:p w14:paraId="40ECCF7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7DFF720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3DD8415" w14:textId="77777777" w:rsidTr="009C35A6">
      <w:trPr>
        <w:trHeight w:hRule="exact" w:val="432"/>
      </w:trPr>
      <w:tc>
        <w:tcPr>
          <w:tcW w:w="3690" w:type="dxa"/>
        </w:tcPr>
        <w:p w14:paraId="2F3C9249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1C4BEE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75461646" w14:textId="77777777" w:rsidTr="009C35A6">
      <w:trPr>
        <w:trHeight w:hRule="exact" w:val="432"/>
      </w:trPr>
      <w:tc>
        <w:tcPr>
          <w:tcW w:w="3690" w:type="dxa"/>
        </w:tcPr>
        <w:p w14:paraId="5420E861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D7FA769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B1ACCF3" w14:textId="77777777" w:rsidTr="009C35A6">
      <w:trPr>
        <w:trHeight w:hRule="exact" w:val="432"/>
      </w:trPr>
      <w:tc>
        <w:tcPr>
          <w:tcW w:w="3690" w:type="dxa"/>
        </w:tcPr>
        <w:p w14:paraId="1CD15EF0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2733D90F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B3448D1" w14:textId="77777777" w:rsidTr="009C35A6">
      <w:trPr>
        <w:trHeight w:hRule="exact" w:val="432"/>
      </w:trPr>
      <w:tc>
        <w:tcPr>
          <w:tcW w:w="3690" w:type="dxa"/>
        </w:tcPr>
        <w:p w14:paraId="1E35381B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AB635A1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62B6D2A1" w14:textId="77777777" w:rsidTr="009C35A6">
      <w:trPr>
        <w:trHeight w:hRule="exact" w:val="432"/>
      </w:trPr>
      <w:tc>
        <w:tcPr>
          <w:tcW w:w="3690" w:type="dxa"/>
        </w:tcPr>
        <w:p w14:paraId="5FDA3FFB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2D57A04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79C27227" w14:textId="77777777" w:rsidTr="009C35A6">
      <w:trPr>
        <w:trHeight w:hRule="exact" w:val="432"/>
      </w:trPr>
      <w:tc>
        <w:tcPr>
          <w:tcW w:w="3690" w:type="dxa"/>
        </w:tcPr>
        <w:p w14:paraId="1ABB48E7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1DE8744D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2860B7F0" w14:textId="77777777" w:rsidTr="009C35A6">
      <w:trPr>
        <w:trHeight w:hRule="exact" w:val="432"/>
      </w:trPr>
      <w:tc>
        <w:tcPr>
          <w:tcW w:w="3690" w:type="dxa"/>
        </w:tcPr>
        <w:p w14:paraId="33A24D9C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48834DB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16F364B" w14:textId="77777777" w:rsidTr="009C35A6">
      <w:trPr>
        <w:trHeight w:hRule="exact" w:val="432"/>
      </w:trPr>
      <w:tc>
        <w:tcPr>
          <w:tcW w:w="3690" w:type="dxa"/>
        </w:tcPr>
        <w:p w14:paraId="217D27C3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96B38CF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749C0844" w14:textId="77777777" w:rsidTr="009C35A6">
      <w:trPr>
        <w:trHeight w:hRule="exact" w:val="432"/>
      </w:trPr>
      <w:tc>
        <w:tcPr>
          <w:tcW w:w="3690" w:type="dxa"/>
        </w:tcPr>
        <w:p w14:paraId="22828D9A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57F02D3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28106D9C" w14:textId="77777777" w:rsidTr="009C35A6">
      <w:trPr>
        <w:trHeight w:hRule="exact" w:val="432"/>
      </w:trPr>
      <w:tc>
        <w:tcPr>
          <w:tcW w:w="3690" w:type="dxa"/>
        </w:tcPr>
        <w:p w14:paraId="20F61653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1BC3228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954A291" w14:textId="77777777" w:rsidTr="009C35A6">
      <w:trPr>
        <w:trHeight w:hRule="exact" w:val="432"/>
      </w:trPr>
      <w:tc>
        <w:tcPr>
          <w:tcW w:w="3690" w:type="dxa"/>
        </w:tcPr>
        <w:p w14:paraId="1949C7FA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E896E2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768EB9C3" w14:textId="77777777" w:rsidTr="009C35A6">
      <w:trPr>
        <w:trHeight w:hRule="exact" w:val="432"/>
      </w:trPr>
      <w:tc>
        <w:tcPr>
          <w:tcW w:w="3690" w:type="dxa"/>
        </w:tcPr>
        <w:p w14:paraId="7EED75E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6D222D2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4F2DAEE9" w14:textId="77777777" w:rsidTr="009C35A6">
      <w:trPr>
        <w:trHeight w:hRule="exact" w:val="432"/>
      </w:trPr>
      <w:tc>
        <w:tcPr>
          <w:tcW w:w="3690" w:type="dxa"/>
        </w:tcPr>
        <w:p w14:paraId="5C796832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389F37D5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4895DDB" w14:textId="77777777" w:rsidTr="009C35A6">
      <w:trPr>
        <w:trHeight w:hRule="exact" w:val="432"/>
      </w:trPr>
      <w:tc>
        <w:tcPr>
          <w:tcW w:w="3690" w:type="dxa"/>
        </w:tcPr>
        <w:p w14:paraId="269BF3E4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7E84419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0D6EA0A" w14:textId="77777777" w:rsidTr="009C35A6">
      <w:trPr>
        <w:trHeight w:hRule="exact" w:val="432"/>
      </w:trPr>
      <w:tc>
        <w:tcPr>
          <w:tcW w:w="3690" w:type="dxa"/>
        </w:tcPr>
        <w:p w14:paraId="14E26E2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4DA9A976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AA8F9AB" w14:textId="77777777" w:rsidTr="009C35A6">
      <w:trPr>
        <w:trHeight w:hRule="exact" w:val="432"/>
      </w:trPr>
      <w:tc>
        <w:tcPr>
          <w:tcW w:w="3690" w:type="dxa"/>
        </w:tcPr>
        <w:p w14:paraId="4FDD30C3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3A48C5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069F7661" w14:textId="77777777" w:rsidTr="009C35A6">
      <w:trPr>
        <w:trHeight w:hRule="exact" w:val="432"/>
      </w:trPr>
      <w:tc>
        <w:tcPr>
          <w:tcW w:w="3690" w:type="dxa"/>
        </w:tcPr>
        <w:p w14:paraId="0F7EC59A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0D6F6C6E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320F9265" w14:textId="77777777" w:rsidTr="009C35A6">
      <w:trPr>
        <w:trHeight w:hRule="exact" w:val="432"/>
      </w:trPr>
      <w:tc>
        <w:tcPr>
          <w:tcW w:w="3690" w:type="dxa"/>
        </w:tcPr>
        <w:p w14:paraId="2E8D267B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7809FBD8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  <w:tr w:rsidR="00324486" w:rsidRPr="00855721" w14:paraId="7841F083" w14:textId="77777777" w:rsidTr="009C35A6">
      <w:trPr>
        <w:trHeight w:hRule="exact" w:val="432"/>
      </w:trPr>
      <w:tc>
        <w:tcPr>
          <w:tcW w:w="3690" w:type="dxa"/>
        </w:tcPr>
        <w:p w14:paraId="1A6FE929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  <w:tc>
        <w:tcPr>
          <w:tcW w:w="8460" w:type="dxa"/>
        </w:tcPr>
        <w:p w14:paraId="525093C6" w14:textId="77777777" w:rsidR="00324486" w:rsidRPr="00855721" w:rsidRDefault="00324486" w:rsidP="00324486">
          <w:pPr>
            <w:pStyle w:val="Header"/>
            <w:rPr>
              <w:sz w:val="28"/>
              <w:szCs w:val="28"/>
            </w:rPr>
          </w:pPr>
        </w:p>
      </w:tc>
    </w:tr>
  </w:tbl>
  <w:p w14:paraId="14B4CCC6" w14:textId="77777777" w:rsidR="00324486" w:rsidRPr="00855721" w:rsidRDefault="00324486" w:rsidP="00324486">
    <w:pPr>
      <w:pStyle w:val="Header"/>
      <w:rPr>
        <w:sz w:val="28"/>
        <w:szCs w:val="28"/>
      </w:rPr>
    </w:pPr>
    <w:r>
      <w:rPr>
        <w:vanish/>
        <w:sz w:val="28"/>
        <w:szCs w:val="28"/>
      </w:rPr>
      <w:t>This should be a separate Section with the headers and footers unlinked</w:t>
    </w:r>
  </w:p>
  <w:p w14:paraId="77209314" w14:textId="77777777" w:rsidR="00562C43" w:rsidRDefault="00562C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3508E0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B72A84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86C45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EAD5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B8EF16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C89A2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5E7D9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A44E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FC3DA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3E2A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611DE"/>
    <w:multiLevelType w:val="multilevel"/>
    <w:tmpl w:val="FB2A2A82"/>
    <w:styleLink w:val="MyMLNumberedList"/>
    <w:lvl w:ilvl="0">
      <w:start w:val="1"/>
      <w:numFmt w:val="decimal"/>
      <w:pStyle w:val="LL1"/>
      <w:lvlText w:val="%1."/>
      <w:lvlJc w:val="left"/>
      <w:pPr>
        <w:tabs>
          <w:tab w:val="num" w:pos="420"/>
        </w:tabs>
        <w:ind w:left="0" w:firstLine="0"/>
      </w:pPr>
    </w:lvl>
    <w:lvl w:ilvl="1">
      <w:start w:val="1"/>
      <w:numFmt w:val="upperLetter"/>
      <w:pStyle w:val="LL2"/>
      <w:lvlText w:val="%2."/>
      <w:lvlJc w:val="left"/>
      <w:pPr>
        <w:tabs>
          <w:tab w:val="num" w:pos="840"/>
        </w:tabs>
        <w:ind w:left="420" w:firstLine="0"/>
      </w:pPr>
    </w:lvl>
    <w:lvl w:ilvl="2">
      <w:start w:val="1"/>
      <w:numFmt w:val="decimal"/>
      <w:pStyle w:val="LL3"/>
      <w:lvlText w:val="%3)"/>
      <w:lvlJc w:val="left"/>
      <w:pPr>
        <w:tabs>
          <w:tab w:val="num" w:pos="1260"/>
        </w:tabs>
        <w:ind w:left="840" w:firstLine="0"/>
      </w:pPr>
    </w:lvl>
    <w:lvl w:ilvl="3">
      <w:start w:val="1"/>
      <w:numFmt w:val="lowerLetter"/>
      <w:pStyle w:val="LL4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pStyle w:val="LL5"/>
      <w:lvlText w:val="%5."/>
      <w:lvlJc w:val="left"/>
      <w:pPr>
        <w:tabs>
          <w:tab w:val="num" w:pos="2100"/>
        </w:tabs>
        <w:ind w:left="2100" w:hanging="420"/>
      </w:pPr>
      <w:rPr>
        <w:u w:val="single"/>
      </w:rPr>
    </w:lvl>
    <w:lvl w:ilvl="5">
      <w:start w:val="1"/>
      <w:numFmt w:val="lowerLetter"/>
      <w:pStyle w:val="LL6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pStyle w:val="LL7"/>
      <w:lvlText w:val="%7]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pStyle w:val="LL8"/>
      <w:lvlText w:val="%8."/>
      <w:lvlJc w:val="left"/>
      <w:pPr>
        <w:tabs>
          <w:tab w:val="num" w:pos="3360"/>
        </w:tabs>
        <w:ind w:left="3360" w:hanging="420"/>
      </w:pPr>
      <w:rPr>
        <w:u w:val="single"/>
      </w:rPr>
    </w:lvl>
    <w:lvl w:ilvl="8">
      <w:start w:val="1"/>
      <w:numFmt w:val="lowerRoman"/>
      <w:pStyle w:val="LL9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4DB11E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9BC2F0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74D1707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962224858">
    <w:abstractNumId w:val="9"/>
  </w:num>
  <w:num w:numId="2" w16cid:durableId="1368406335">
    <w:abstractNumId w:val="7"/>
  </w:num>
  <w:num w:numId="3" w16cid:durableId="815801753">
    <w:abstractNumId w:val="6"/>
  </w:num>
  <w:num w:numId="4" w16cid:durableId="2007004213">
    <w:abstractNumId w:val="5"/>
  </w:num>
  <w:num w:numId="5" w16cid:durableId="1150051480">
    <w:abstractNumId w:val="4"/>
  </w:num>
  <w:num w:numId="6" w16cid:durableId="240918262">
    <w:abstractNumId w:val="8"/>
  </w:num>
  <w:num w:numId="7" w16cid:durableId="1623611134">
    <w:abstractNumId w:val="3"/>
  </w:num>
  <w:num w:numId="8" w16cid:durableId="966664566">
    <w:abstractNumId w:val="2"/>
  </w:num>
  <w:num w:numId="9" w16cid:durableId="1250122063">
    <w:abstractNumId w:val="1"/>
  </w:num>
  <w:num w:numId="10" w16cid:durableId="1785996501">
    <w:abstractNumId w:val="0"/>
  </w:num>
  <w:num w:numId="11" w16cid:durableId="1170170001">
    <w:abstractNumId w:val="12"/>
  </w:num>
  <w:num w:numId="12" w16cid:durableId="1390229119">
    <w:abstractNumId w:val="11"/>
  </w:num>
  <w:num w:numId="13" w16cid:durableId="1764260201">
    <w:abstractNumId w:val="13"/>
  </w:num>
  <w:num w:numId="14" w16cid:durableId="907376415">
    <w:abstractNumId w:val="9"/>
  </w:num>
  <w:num w:numId="15" w16cid:durableId="942802452">
    <w:abstractNumId w:val="7"/>
  </w:num>
  <w:num w:numId="16" w16cid:durableId="1304193008">
    <w:abstractNumId w:val="6"/>
  </w:num>
  <w:num w:numId="17" w16cid:durableId="13306031">
    <w:abstractNumId w:val="5"/>
  </w:num>
  <w:num w:numId="18" w16cid:durableId="643241162">
    <w:abstractNumId w:val="4"/>
  </w:num>
  <w:num w:numId="19" w16cid:durableId="1063025236">
    <w:abstractNumId w:val="8"/>
  </w:num>
  <w:num w:numId="20" w16cid:durableId="1235897101">
    <w:abstractNumId w:val="3"/>
  </w:num>
  <w:num w:numId="21" w16cid:durableId="2019506676">
    <w:abstractNumId w:val="2"/>
  </w:num>
  <w:num w:numId="22" w16cid:durableId="289095449">
    <w:abstractNumId w:val="1"/>
  </w:num>
  <w:num w:numId="23" w16cid:durableId="2087997018">
    <w:abstractNumId w:val="0"/>
  </w:num>
  <w:num w:numId="24" w16cid:durableId="802040080">
    <w:abstractNumId w:val="10"/>
  </w:num>
  <w:num w:numId="25" w16cid:durableId="484592147">
    <w:abstractNumId w:val="9"/>
  </w:num>
  <w:num w:numId="26" w16cid:durableId="1933706186">
    <w:abstractNumId w:val="8"/>
  </w:num>
  <w:num w:numId="27" w16cid:durableId="1989284147">
    <w:abstractNumId w:val="7"/>
  </w:num>
  <w:num w:numId="28" w16cid:durableId="1961910023">
    <w:abstractNumId w:val="6"/>
  </w:num>
  <w:num w:numId="29" w16cid:durableId="812990239">
    <w:abstractNumId w:val="5"/>
  </w:num>
  <w:num w:numId="30" w16cid:durableId="21782996">
    <w:abstractNumId w:val="4"/>
  </w:num>
  <w:num w:numId="31" w16cid:durableId="1820728533">
    <w:abstractNumId w:val="3"/>
  </w:num>
  <w:num w:numId="32" w16cid:durableId="245119288">
    <w:abstractNumId w:val="2"/>
  </w:num>
  <w:num w:numId="33" w16cid:durableId="236323654">
    <w:abstractNumId w:val="1"/>
  </w:num>
  <w:num w:numId="34" w16cid:durableId="112017306">
    <w:abstractNumId w:val="0"/>
  </w:num>
  <w:num w:numId="35" w16cid:durableId="1635524642">
    <w:abstractNumId w:val="11"/>
  </w:num>
  <w:num w:numId="36" w16cid:durableId="1698895577">
    <w:abstractNumId w:val="12"/>
  </w:num>
  <w:num w:numId="37" w16cid:durableId="1201012910">
    <w:abstractNumId w:val="13"/>
  </w:num>
  <w:num w:numId="38" w16cid:durableId="1301227035">
    <w:abstractNumId w:val="10"/>
  </w:num>
  <w:num w:numId="39" w16cid:durableId="95565429">
    <w:abstractNumId w:val="10"/>
  </w:num>
  <w:num w:numId="40" w16cid:durableId="714549631">
    <w:abstractNumId w:val="10"/>
  </w:num>
  <w:num w:numId="41" w16cid:durableId="1725445955">
    <w:abstractNumId w:val="10"/>
  </w:num>
  <w:num w:numId="42" w16cid:durableId="562839377">
    <w:abstractNumId w:val="10"/>
  </w:num>
  <w:num w:numId="43" w16cid:durableId="1929339870">
    <w:abstractNumId w:val="10"/>
  </w:num>
  <w:num w:numId="44" w16cid:durableId="2144426099">
    <w:abstractNumId w:val="10"/>
  </w:num>
  <w:num w:numId="45" w16cid:durableId="1559586636">
    <w:abstractNumId w:val="10"/>
  </w:num>
  <w:num w:numId="46" w16cid:durableId="1136485083">
    <w:abstractNumId w:val="10"/>
  </w:num>
  <w:num w:numId="47" w16cid:durableId="6588475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hor" w:val="Charles Kenyon"/>
    <w:docVar w:name="varHeight1" w:val="659"/>
    <w:docVar w:name="varLeft1" w:val="104"/>
    <w:docVar w:name="varPagination1" w:val="True"/>
    <w:docVar w:name="varSavedView1" w:val="3"/>
    <w:docVar w:name="varSelStart1" w:val="0"/>
    <w:docVar w:name="varTop1" w:val="-5"/>
    <w:docVar w:name="varWidth1" w:val="1054"/>
    <w:docVar w:name="varWindowCount" w:val="0"/>
    <w:docVar w:name="varZoom1" w:val="100"/>
  </w:docVars>
  <w:rsids>
    <w:rsidRoot w:val="00235E40"/>
    <w:rsid w:val="00015233"/>
    <w:rsid w:val="0001634C"/>
    <w:rsid w:val="000164CA"/>
    <w:rsid w:val="00027B2C"/>
    <w:rsid w:val="00055B87"/>
    <w:rsid w:val="00061A36"/>
    <w:rsid w:val="0007110B"/>
    <w:rsid w:val="000979AE"/>
    <w:rsid w:val="000A428C"/>
    <w:rsid w:val="000A627B"/>
    <w:rsid w:val="000B0A23"/>
    <w:rsid w:val="000B7CDA"/>
    <w:rsid w:val="000C3BB9"/>
    <w:rsid w:val="000D559E"/>
    <w:rsid w:val="000E08E1"/>
    <w:rsid w:val="000E60DF"/>
    <w:rsid w:val="00115362"/>
    <w:rsid w:val="00115EB5"/>
    <w:rsid w:val="001174FB"/>
    <w:rsid w:val="00122A14"/>
    <w:rsid w:val="00153D57"/>
    <w:rsid w:val="00177035"/>
    <w:rsid w:val="00177396"/>
    <w:rsid w:val="00180917"/>
    <w:rsid w:val="00193B01"/>
    <w:rsid w:val="001A4D6A"/>
    <w:rsid w:val="001A7B67"/>
    <w:rsid w:val="001C489C"/>
    <w:rsid w:val="002114B0"/>
    <w:rsid w:val="00212580"/>
    <w:rsid w:val="00222482"/>
    <w:rsid w:val="002332BE"/>
    <w:rsid w:val="00235E40"/>
    <w:rsid w:val="00236C60"/>
    <w:rsid w:val="00245582"/>
    <w:rsid w:val="00251DB5"/>
    <w:rsid w:val="002851B1"/>
    <w:rsid w:val="002A5AFB"/>
    <w:rsid w:val="002B12B8"/>
    <w:rsid w:val="002B15D2"/>
    <w:rsid w:val="002C36D7"/>
    <w:rsid w:val="002F6D01"/>
    <w:rsid w:val="00300096"/>
    <w:rsid w:val="00304F58"/>
    <w:rsid w:val="00312602"/>
    <w:rsid w:val="00324486"/>
    <w:rsid w:val="00326AAA"/>
    <w:rsid w:val="00370B19"/>
    <w:rsid w:val="00376C08"/>
    <w:rsid w:val="003A58B4"/>
    <w:rsid w:val="003A6E27"/>
    <w:rsid w:val="003A7D6B"/>
    <w:rsid w:val="003D30B0"/>
    <w:rsid w:val="003D3841"/>
    <w:rsid w:val="003E3CBC"/>
    <w:rsid w:val="003E4666"/>
    <w:rsid w:val="003E4EBE"/>
    <w:rsid w:val="003F22B3"/>
    <w:rsid w:val="00450F0C"/>
    <w:rsid w:val="00454833"/>
    <w:rsid w:val="00465B85"/>
    <w:rsid w:val="00475196"/>
    <w:rsid w:val="00477893"/>
    <w:rsid w:val="00477EFE"/>
    <w:rsid w:val="00485529"/>
    <w:rsid w:val="004A4ADE"/>
    <w:rsid w:val="004A74D6"/>
    <w:rsid w:val="004B2100"/>
    <w:rsid w:val="004C7733"/>
    <w:rsid w:val="004E56EC"/>
    <w:rsid w:val="004F741B"/>
    <w:rsid w:val="00510426"/>
    <w:rsid w:val="00515FD9"/>
    <w:rsid w:val="00555054"/>
    <w:rsid w:val="00562C43"/>
    <w:rsid w:val="00564505"/>
    <w:rsid w:val="00567F8A"/>
    <w:rsid w:val="00572A57"/>
    <w:rsid w:val="0058455B"/>
    <w:rsid w:val="005E5B01"/>
    <w:rsid w:val="005F590E"/>
    <w:rsid w:val="00601134"/>
    <w:rsid w:val="00605CED"/>
    <w:rsid w:val="00611657"/>
    <w:rsid w:val="006211DC"/>
    <w:rsid w:val="00631842"/>
    <w:rsid w:val="00640D2A"/>
    <w:rsid w:val="00640F17"/>
    <w:rsid w:val="00641996"/>
    <w:rsid w:val="00653934"/>
    <w:rsid w:val="006621B3"/>
    <w:rsid w:val="006708CB"/>
    <w:rsid w:val="00677B72"/>
    <w:rsid w:val="006B651C"/>
    <w:rsid w:val="006D1D04"/>
    <w:rsid w:val="006D6F8E"/>
    <w:rsid w:val="006E5493"/>
    <w:rsid w:val="006E5BFF"/>
    <w:rsid w:val="006E7C6B"/>
    <w:rsid w:val="006F2996"/>
    <w:rsid w:val="006F3134"/>
    <w:rsid w:val="00701DAE"/>
    <w:rsid w:val="00716CA0"/>
    <w:rsid w:val="007221AD"/>
    <w:rsid w:val="00726D52"/>
    <w:rsid w:val="0073434D"/>
    <w:rsid w:val="00737B6B"/>
    <w:rsid w:val="00757B97"/>
    <w:rsid w:val="007629BB"/>
    <w:rsid w:val="00764C22"/>
    <w:rsid w:val="007727EC"/>
    <w:rsid w:val="0077358B"/>
    <w:rsid w:val="00786CCF"/>
    <w:rsid w:val="00794F2A"/>
    <w:rsid w:val="007C1F05"/>
    <w:rsid w:val="007C4021"/>
    <w:rsid w:val="007C4C52"/>
    <w:rsid w:val="007D3B26"/>
    <w:rsid w:val="007E7272"/>
    <w:rsid w:val="007F743B"/>
    <w:rsid w:val="007F792D"/>
    <w:rsid w:val="00801C50"/>
    <w:rsid w:val="00815CB6"/>
    <w:rsid w:val="0082330D"/>
    <w:rsid w:val="00855721"/>
    <w:rsid w:val="0086218E"/>
    <w:rsid w:val="0086256C"/>
    <w:rsid w:val="008636BB"/>
    <w:rsid w:val="008727E7"/>
    <w:rsid w:val="00892BE1"/>
    <w:rsid w:val="00895BB5"/>
    <w:rsid w:val="008A117A"/>
    <w:rsid w:val="008E27F4"/>
    <w:rsid w:val="008F1C73"/>
    <w:rsid w:val="00900400"/>
    <w:rsid w:val="00907D76"/>
    <w:rsid w:val="00950F7F"/>
    <w:rsid w:val="009575ED"/>
    <w:rsid w:val="0096332D"/>
    <w:rsid w:val="00977E81"/>
    <w:rsid w:val="0098281D"/>
    <w:rsid w:val="009840D3"/>
    <w:rsid w:val="0099514C"/>
    <w:rsid w:val="009A5F6E"/>
    <w:rsid w:val="009C0510"/>
    <w:rsid w:val="00A15B88"/>
    <w:rsid w:val="00A2119B"/>
    <w:rsid w:val="00A22429"/>
    <w:rsid w:val="00A548FC"/>
    <w:rsid w:val="00A55431"/>
    <w:rsid w:val="00A56A6D"/>
    <w:rsid w:val="00A60F36"/>
    <w:rsid w:val="00A65EA4"/>
    <w:rsid w:val="00A7714C"/>
    <w:rsid w:val="00A80651"/>
    <w:rsid w:val="00A843BB"/>
    <w:rsid w:val="00A90D56"/>
    <w:rsid w:val="00AA1A13"/>
    <w:rsid w:val="00AD33BD"/>
    <w:rsid w:val="00AE561D"/>
    <w:rsid w:val="00AF7E94"/>
    <w:rsid w:val="00B507E1"/>
    <w:rsid w:val="00B52FE9"/>
    <w:rsid w:val="00B74997"/>
    <w:rsid w:val="00B8791C"/>
    <w:rsid w:val="00B91190"/>
    <w:rsid w:val="00B95939"/>
    <w:rsid w:val="00B974DE"/>
    <w:rsid w:val="00BA0AE7"/>
    <w:rsid w:val="00BA1B6F"/>
    <w:rsid w:val="00BD7D78"/>
    <w:rsid w:val="00BF572F"/>
    <w:rsid w:val="00C00EC4"/>
    <w:rsid w:val="00C311D4"/>
    <w:rsid w:val="00C4623B"/>
    <w:rsid w:val="00C857E5"/>
    <w:rsid w:val="00C87DA5"/>
    <w:rsid w:val="00C93E2F"/>
    <w:rsid w:val="00CA5395"/>
    <w:rsid w:val="00CB5362"/>
    <w:rsid w:val="00CB71CD"/>
    <w:rsid w:val="00CC6573"/>
    <w:rsid w:val="00CD1B22"/>
    <w:rsid w:val="00D223B4"/>
    <w:rsid w:val="00D46EEF"/>
    <w:rsid w:val="00D51BDF"/>
    <w:rsid w:val="00D53458"/>
    <w:rsid w:val="00D653F1"/>
    <w:rsid w:val="00D67335"/>
    <w:rsid w:val="00D715D7"/>
    <w:rsid w:val="00D914BF"/>
    <w:rsid w:val="00D91683"/>
    <w:rsid w:val="00DA0687"/>
    <w:rsid w:val="00DE3AB6"/>
    <w:rsid w:val="00DE6357"/>
    <w:rsid w:val="00DF10BF"/>
    <w:rsid w:val="00E36BD1"/>
    <w:rsid w:val="00E37C4A"/>
    <w:rsid w:val="00E50536"/>
    <w:rsid w:val="00E5427D"/>
    <w:rsid w:val="00E600B9"/>
    <w:rsid w:val="00E63DB6"/>
    <w:rsid w:val="00E65A88"/>
    <w:rsid w:val="00E94170"/>
    <w:rsid w:val="00E965D2"/>
    <w:rsid w:val="00EA1249"/>
    <w:rsid w:val="00EA19B9"/>
    <w:rsid w:val="00EA1DB4"/>
    <w:rsid w:val="00EA654F"/>
    <w:rsid w:val="00EC1D44"/>
    <w:rsid w:val="00ED61C5"/>
    <w:rsid w:val="00ED6542"/>
    <w:rsid w:val="00EE193E"/>
    <w:rsid w:val="00EE6F8F"/>
    <w:rsid w:val="00EF631A"/>
    <w:rsid w:val="00F1177D"/>
    <w:rsid w:val="00F505B9"/>
    <w:rsid w:val="00F5241D"/>
    <w:rsid w:val="00F55686"/>
    <w:rsid w:val="00F56525"/>
    <w:rsid w:val="00F61735"/>
    <w:rsid w:val="00F627CD"/>
    <w:rsid w:val="00F66768"/>
    <w:rsid w:val="00F71BF1"/>
    <w:rsid w:val="00F85421"/>
    <w:rsid w:val="00F96C1B"/>
    <w:rsid w:val="00FA1133"/>
    <w:rsid w:val="00FB27B7"/>
    <w:rsid w:val="00FB7339"/>
    <w:rsid w:val="00FD25E4"/>
    <w:rsid w:val="00FD5690"/>
    <w:rsid w:val="00FE0AB9"/>
    <w:rsid w:val="00FE0EFB"/>
    <w:rsid w:val="00FF11A2"/>
    <w:rsid w:val="00FF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692FD"/>
  <w15:chartTrackingRefBased/>
  <w15:docId w15:val="{6EEFF145-2DE7-412C-9F4D-0FBA6E821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0" w:qFormat="1"/>
    <w:lsdException w:name="heading 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5"/>
    <w:unhideWhenUsed/>
    <w:qFormat/>
    <w:rsid w:val="00055B87"/>
    <w:pPr>
      <w:spacing w:after="0" w:line="240" w:lineRule="auto"/>
    </w:pPr>
    <w:rPr>
      <w:rFonts w:cs="Calibri"/>
      <w14:ligatures w14:val="none"/>
    </w:rPr>
  </w:style>
  <w:style w:type="paragraph" w:styleId="Heading1">
    <w:name w:val="heading 1"/>
    <w:next w:val="BodyText"/>
    <w:link w:val="Heading1Char"/>
    <w:uiPriority w:val="9"/>
    <w:unhideWhenUsed/>
    <w:qFormat/>
    <w:rsid w:val="00055B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uiPriority w:val="9"/>
    <w:semiHidden/>
    <w:unhideWhenUsed/>
    <w:qFormat/>
    <w:rsid w:val="00055B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uiPriority w:val="9"/>
    <w:semiHidden/>
    <w:unhideWhenUsed/>
    <w:qFormat/>
    <w:rsid w:val="00055B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B87"/>
    <w:pPr>
      <w:keepNext/>
      <w:keepLines/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next w:val="BodyText"/>
    <w:link w:val="Heading5Char"/>
    <w:uiPriority w:val="9"/>
    <w:semiHidden/>
    <w:unhideWhenUsed/>
    <w:qFormat/>
    <w:rsid w:val="00055B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next w:val="BodyText"/>
    <w:link w:val="Heading6Char"/>
    <w:uiPriority w:val="9"/>
    <w:semiHidden/>
    <w:unhideWhenUsed/>
    <w:qFormat/>
    <w:rsid w:val="00055B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next w:val="BodyText"/>
    <w:link w:val="Heading7Char"/>
    <w:uiPriority w:val="9"/>
    <w:semiHidden/>
    <w:unhideWhenUsed/>
    <w:qFormat/>
    <w:rsid w:val="00055B8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next w:val="BodyText"/>
    <w:link w:val="Heading8Char"/>
    <w:uiPriority w:val="9"/>
    <w:semiHidden/>
    <w:unhideWhenUsed/>
    <w:qFormat/>
    <w:rsid w:val="00055B8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next w:val="BodyText"/>
    <w:link w:val="Heading9Char"/>
    <w:uiPriority w:val="9"/>
    <w:semiHidden/>
    <w:unhideWhenUsed/>
    <w:qFormat/>
    <w:rsid w:val="00055B8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B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B87"/>
    <w:rPr>
      <w:rFonts w:ascii="Tahoma" w:hAnsi="Tahoma" w:cs="Tahoma"/>
      <w:sz w:val="16"/>
      <w:szCs w:val="16"/>
      <w14:ligatures w14:val="none"/>
    </w:rPr>
  </w:style>
  <w:style w:type="paragraph" w:styleId="Bibliography">
    <w:name w:val="Bibliography"/>
    <w:basedOn w:val="Normal"/>
    <w:next w:val="Normal"/>
    <w:uiPriority w:val="37"/>
    <w:semiHidden/>
    <w:unhideWhenUsed/>
    <w:rsid w:val="00055B87"/>
  </w:style>
  <w:style w:type="paragraph" w:styleId="BodyText">
    <w:name w:val="Body Text"/>
    <w:link w:val="BodyTextChar"/>
    <w:qFormat/>
    <w:rsid w:val="00055B87"/>
    <w:pPr>
      <w:spacing w:after="120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055B87"/>
    <w:rPr>
      <w:sz w:val="24"/>
    </w:rPr>
  </w:style>
  <w:style w:type="paragraph" w:styleId="BlockText">
    <w:name w:val="Block Text"/>
    <w:basedOn w:val="BodyText"/>
    <w:uiPriority w:val="99"/>
    <w:semiHidden/>
    <w:unhideWhenUsed/>
    <w:rsid w:val="00055B8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BodyText-LeftandRightIndent">
    <w:name w:val="Body Text - Left and Right Indent"/>
    <w:basedOn w:val="BodyText"/>
    <w:uiPriority w:val="98"/>
    <w:rsid w:val="00055B87"/>
    <w:pPr>
      <w:ind w:left="720" w:right="720"/>
    </w:pPr>
  </w:style>
  <w:style w:type="paragraph" w:styleId="BodyText2">
    <w:name w:val="Body Text 2"/>
    <w:basedOn w:val="BodyText"/>
    <w:link w:val="BodyText2Char"/>
    <w:uiPriority w:val="99"/>
    <w:unhideWhenUsed/>
    <w:rsid w:val="000B0A2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B0A23"/>
    <w:rPr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055B87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55B87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55B87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55B87"/>
    <w:rPr>
      <w:sz w:val="24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055B87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5B87"/>
    <w:rPr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55B87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55B87"/>
    <w:rPr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055B87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55B87"/>
    <w:rPr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055B87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55B87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055B87"/>
    <w:rPr>
      <w:b/>
      <w:bCs/>
      <w:smallCaps/>
      <w:noProof w:val="0"/>
      <w:spacing w:val="5"/>
      <w:lang w:val="en-US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055B8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itation">
    <w:name w:val="Citation"/>
    <w:basedOn w:val="Emphasis"/>
    <w:uiPriority w:val="8"/>
    <w:qFormat/>
    <w:rsid w:val="00055B87"/>
    <w:rPr>
      <w:i/>
      <w:iCs/>
      <w:noProof w:val="0"/>
      <w:lang w:val="en-US"/>
    </w:rPr>
  </w:style>
  <w:style w:type="character" w:styleId="Emphasis">
    <w:name w:val="Emphasis"/>
    <w:basedOn w:val="DefaultParagraphFont"/>
    <w:uiPriority w:val="20"/>
    <w:qFormat/>
    <w:rsid w:val="00055B87"/>
    <w:rPr>
      <w:i/>
      <w:iCs/>
      <w:noProof w:val="0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055B8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55B87"/>
    <w:rPr>
      <w:rFonts w:cs="Calibri"/>
      <w14:ligatures w14:val="none"/>
    </w:rPr>
  </w:style>
  <w:style w:type="paragraph" w:customStyle="1" w:styleId="Code">
    <w:name w:val="Code"/>
    <w:basedOn w:val="BodyText"/>
    <w:uiPriority w:val="14"/>
    <w:rsid w:val="00055B87"/>
    <w:pPr>
      <w:spacing w:after="0" w:line="240" w:lineRule="auto"/>
      <w:ind w:left="360"/>
    </w:pPr>
    <w:rPr>
      <w:rFonts w:ascii="Courier New" w:hAnsi="Courier New" w:cs="Courier New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5B87"/>
    <w:rPr>
      <w:noProof w:val="0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B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B87"/>
    <w:rPr>
      <w:rFonts w:cs="Calibri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B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B87"/>
    <w:rPr>
      <w:rFonts w:cs="Calibri"/>
      <w:b/>
      <w:bCs/>
      <w:sz w:val="20"/>
      <w:szCs w:val="20"/>
      <w14:ligatures w14:val="non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55B87"/>
  </w:style>
  <w:style w:type="character" w:customStyle="1" w:styleId="DateChar">
    <w:name w:val="Date Char"/>
    <w:basedOn w:val="DefaultParagraphFont"/>
    <w:link w:val="Date"/>
    <w:uiPriority w:val="99"/>
    <w:semiHidden/>
    <w:rsid w:val="00055B87"/>
    <w:rPr>
      <w:rFonts w:cs="Calibri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B87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B87"/>
    <w:rPr>
      <w:rFonts w:ascii="Segoe UI" w:hAnsi="Segoe UI" w:cs="Segoe UI"/>
      <w:sz w:val="16"/>
      <w:szCs w:val="16"/>
      <w14:ligatures w14:val="non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55B8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55B87"/>
    <w:rPr>
      <w:rFonts w:cs="Calibri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055B87"/>
    <w:rPr>
      <w:noProof w:val="0"/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5B8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5B87"/>
    <w:rPr>
      <w:rFonts w:cs="Calibri"/>
      <w:sz w:val="20"/>
      <w:szCs w:val="20"/>
      <w14:ligatures w14:val="none"/>
    </w:rPr>
  </w:style>
  <w:style w:type="paragraph" w:styleId="EnvelopeAddress">
    <w:name w:val="envelope address"/>
    <w:uiPriority w:val="99"/>
    <w:unhideWhenUsed/>
    <w:rsid w:val="00055B87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asciiTheme="majorHAnsi" w:eastAsiaTheme="majorEastAsia" w:hAnsiTheme="majorHAnsi" w:cstheme="majorHAnsi"/>
      <w:caps/>
      <w:sz w:val="32"/>
      <w:szCs w:val="28"/>
    </w:rPr>
  </w:style>
  <w:style w:type="paragraph" w:styleId="EnvelopeReturn">
    <w:name w:val="envelope return"/>
    <w:basedOn w:val="Normal"/>
    <w:uiPriority w:val="99"/>
    <w:unhideWhenUsed/>
    <w:rsid w:val="00055B87"/>
    <w:rPr>
      <w:rFonts w:ascii="Helvetica" w:eastAsiaTheme="majorEastAsia" w:hAnsi="Helvetica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55B87"/>
    <w:rPr>
      <w:noProof w:val="0"/>
      <w:color w:val="800080" w:themeColor="followedHyperlink"/>
      <w:u w:val="single"/>
      <w:lang w:val="en-US"/>
    </w:rPr>
  </w:style>
  <w:style w:type="paragraph" w:styleId="Footer">
    <w:name w:val="footer"/>
    <w:link w:val="FooterChar"/>
    <w:uiPriority w:val="99"/>
    <w:unhideWhenUsed/>
    <w:rsid w:val="00055B87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55B87"/>
    <w:rPr>
      <w:rFonts w:ascii="Arial Narrow" w:hAnsi="Arial Narrow"/>
      <w:i/>
      <w:sz w:val="18"/>
      <w:szCs w:val="18"/>
    </w:rPr>
  </w:style>
  <w:style w:type="paragraph" w:customStyle="1" w:styleId="FooterOddLandscape">
    <w:name w:val="FooterOddLandscape"/>
    <w:basedOn w:val="Footer"/>
    <w:uiPriority w:val="99"/>
    <w:unhideWhenUsed/>
    <w:rsid w:val="00055B87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EvenLandscape">
    <w:name w:val="FooterEvenLandscape"/>
    <w:basedOn w:val="FooterOddLandscape"/>
    <w:uiPriority w:val="99"/>
    <w:unhideWhenUsed/>
    <w:rsid w:val="00055B87"/>
    <w:pPr>
      <w:tabs>
        <w:tab w:val="right" w:pos="13320"/>
      </w:tabs>
      <w:spacing w:after="720" w:afterAutospacing="0"/>
    </w:pPr>
  </w:style>
  <w:style w:type="paragraph" w:customStyle="1" w:styleId="FooterFirstLandscape">
    <w:name w:val="FooterFirstLandscape"/>
    <w:basedOn w:val="FooterOddLandscape"/>
    <w:uiPriority w:val="99"/>
    <w:unhideWhenUsed/>
    <w:rsid w:val="00055B87"/>
    <w:pPr>
      <w:tabs>
        <w:tab w:val="right" w:pos="13320"/>
      </w:tabs>
    </w:pPr>
  </w:style>
  <w:style w:type="character" w:styleId="FootnoteReference">
    <w:name w:val="footnote reference"/>
    <w:basedOn w:val="DefaultParagraphFont"/>
    <w:uiPriority w:val="99"/>
    <w:semiHidden/>
    <w:unhideWhenUsed/>
    <w:rsid w:val="00055B87"/>
    <w:rPr>
      <w:noProof w:val="0"/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B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B87"/>
    <w:rPr>
      <w:rFonts w:cs="Calibri"/>
      <w:sz w:val="20"/>
      <w:szCs w:val="20"/>
      <w14:ligatures w14:val="none"/>
    </w:rPr>
  </w:style>
  <w:style w:type="paragraph" w:customStyle="1" w:styleId="FrameOutside">
    <w:name w:val="Frame Outside"/>
    <w:basedOn w:val="BodyText"/>
    <w:next w:val="BodyText"/>
    <w:uiPriority w:val="98"/>
    <w:rsid w:val="00055B87"/>
    <w:pPr>
      <w:framePr w:w="1440" w:hSpace="288" w:wrap="around" w:vAnchor="text" w:hAnchor="page" w:xAlign="outside" w:y="1"/>
    </w:pPr>
  </w:style>
  <w:style w:type="paragraph" w:customStyle="1" w:styleId="FrameInside">
    <w:name w:val="Frame Inside"/>
    <w:basedOn w:val="FrameOutside"/>
    <w:next w:val="BodyText"/>
    <w:uiPriority w:val="98"/>
    <w:rsid w:val="00055B87"/>
    <w:pPr>
      <w:framePr w:w="1008" w:wrap="around" w:xAlign="inside"/>
    </w:pPr>
  </w:style>
  <w:style w:type="paragraph" w:styleId="Header">
    <w:name w:val="header"/>
    <w:basedOn w:val="Footer"/>
    <w:link w:val="HeaderChar"/>
    <w:uiPriority w:val="99"/>
    <w:unhideWhenUsed/>
    <w:rsid w:val="00055B87"/>
  </w:style>
  <w:style w:type="character" w:customStyle="1" w:styleId="HeaderChar">
    <w:name w:val="Header Char"/>
    <w:basedOn w:val="DefaultParagraphFont"/>
    <w:link w:val="Header"/>
    <w:uiPriority w:val="99"/>
    <w:rsid w:val="00055B87"/>
    <w:rPr>
      <w:rFonts w:ascii="Arial Narrow" w:hAnsi="Arial Narrow"/>
      <w:i/>
      <w:sz w:val="18"/>
      <w:szCs w:val="18"/>
    </w:rPr>
  </w:style>
  <w:style w:type="paragraph" w:customStyle="1" w:styleId="HeaderOddLandscape">
    <w:name w:val="HeaderOddLandscape"/>
    <w:basedOn w:val="Header"/>
    <w:uiPriority w:val="99"/>
    <w:unhideWhenUsed/>
    <w:rsid w:val="00055B87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EvenLandscape">
    <w:name w:val="HeaderEvenLandscape"/>
    <w:basedOn w:val="HeaderOddLandscape"/>
    <w:uiPriority w:val="99"/>
    <w:unhideWhenUsed/>
    <w:rsid w:val="00055B87"/>
    <w:pPr>
      <w:spacing w:before="0"/>
    </w:pPr>
  </w:style>
  <w:style w:type="paragraph" w:customStyle="1" w:styleId="HeaderFirstLandscape">
    <w:name w:val="HeaderFirstLandscape"/>
    <w:basedOn w:val="HeaderOddLandscape"/>
    <w:uiPriority w:val="99"/>
    <w:unhideWhenUsed/>
    <w:rsid w:val="00055B87"/>
  </w:style>
  <w:style w:type="character" w:styleId="HTMLAcronym">
    <w:name w:val="HTML Acronym"/>
    <w:basedOn w:val="DefaultParagraphFont"/>
    <w:uiPriority w:val="99"/>
    <w:semiHidden/>
    <w:unhideWhenUsed/>
    <w:rsid w:val="00055B87"/>
    <w:rPr>
      <w:noProof w:val="0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55B8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55B87"/>
    <w:rPr>
      <w:rFonts w:cs="Calibri"/>
      <w:i/>
      <w:iCs/>
      <w14:ligatures w14:val="none"/>
    </w:rPr>
  </w:style>
  <w:style w:type="character" w:styleId="HTMLCite">
    <w:name w:val="HTML Cite"/>
    <w:basedOn w:val="DefaultParagraphFont"/>
    <w:uiPriority w:val="99"/>
    <w:semiHidden/>
    <w:unhideWhenUsed/>
    <w:rsid w:val="00055B87"/>
    <w:rPr>
      <w:i/>
      <w:iCs/>
      <w:noProof w:val="0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055B87"/>
    <w:rPr>
      <w:rFonts w:ascii="Consolas" w:hAnsi="Consolas"/>
      <w:noProof w:val="0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055B87"/>
    <w:rPr>
      <w:i/>
      <w:iCs/>
      <w:noProof w:val="0"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055B87"/>
    <w:rPr>
      <w:rFonts w:ascii="Consolas" w:hAnsi="Consolas"/>
      <w:noProof w:val="0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5B8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5B87"/>
    <w:rPr>
      <w:rFonts w:ascii="Consolas" w:hAnsi="Consolas" w:cs="Calibri"/>
      <w:sz w:val="20"/>
      <w:szCs w:val="20"/>
      <w14:ligatures w14:val="none"/>
    </w:rPr>
  </w:style>
  <w:style w:type="character" w:styleId="HTMLSample">
    <w:name w:val="HTML Sample"/>
    <w:basedOn w:val="DefaultParagraphFont"/>
    <w:uiPriority w:val="99"/>
    <w:semiHidden/>
    <w:unhideWhenUsed/>
    <w:rsid w:val="00055B87"/>
    <w:rPr>
      <w:rFonts w:ascii="Consolas" w:hAnsi="Consolas"/>
      <w:noProof w:val="0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055B87"/>
    <w:rPr>
      <w:rFonts w:ascii="Consolas" w:hAnsi="Consolas"/>
      <w:noProof w:val="0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055B87"/>
    <w:rPr>
      <w:i/>
      <w:iCs/>
      <w:noProof w:val="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5B87"/>
    <w:rPr>
      <w:noProof w:val="0"/>
      <w:color w:val="0000FF" w:themeColor="hyperlink"/>
      <w:u w:val="single"/>
      <w:lang w:val="en-US"/>
    </w:rPr>
  </w:style>
  <w:style w:type="paragraph" w:styleId="Index1">
    <w:name w:val="index 1"/>
    <w:basedOn w:val="Normal"/>
    <w:next w:val="Normal"/>
    <w:uiPriority w:val="99"/>
    <w:semiHidden/>
    <w:unhideWhenUsed/>
    <w:rsid w:val="00055B87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55B87"/>
    <w:rPr>
      <w:rFonts w:eastAsiaTheme="majorEastAsia" w:cstheme="majorBidi"/>
      <w:b/>
      <w:bCs/>
    </w:rPr>
  </w:style>
  <w:style w:type="character" w:styleId="IntenseEmphasis">
    <w:name w:val="Intense Emphasis"/>
    <w:basedOn w:val="Emphasis"/>
    <w:uiPriority w:val="21"/>
    <w:qFormat/>
    <w:rsid w:val="00055B87"/>
    <w:rPr>
      <w:b/>
      <w:i/>
      <w:iCs w:val="0"/>
      <w:noProof w:val="0"/>
      <w:color w:val="auto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B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B87"/>
    <w:rPr>
      <w:rFonts w:cs="Calibri"/>
      <w:b/>
      <w:bCs/>
      <w:i/>
      <w:iCs/>
      <w:color w:val="4F81BD" w:themeColor="accent1"/>
      <w14:ligatures w14:val="none"/>
    </w:rPr>
  </w:style>
  <w:style w:type="character" w:styleId="IntenseReference">
    <w:name w:val="Intense Reference"/>
    <w:basedOn w:val="DefaultParagraphFont"/>
    <w:uiPriority w:val="32"/>
    <w:rsid w:val="00055B87"/>
    <w:rPr>
      <w:b/>
      <w:bCs/>
      <w:smallCaps/>
      <w:noProof w:val="0"/>
      <w:color w:val="4F81BD" w:themeColor="accent1"/>
      <w:spacing w:val="5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055B87"/>
    <w:rPr>
      <w:noProof w:val="0"/>
      <w:lang w:val="en-US"/>
    </w:rPr>
  </w:style>
  <w:style w:type="paragraph" w:styleId="MacroText">
    <w:name w:val="macro"/>
    <w:link w:val="MacroTextChar"/>
    <w:uiPriority w:val="99"/>
    <w:semiHidden/>
    <w:unhideWhenUsed/>
    <w:rsid w:val="00055B8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55B87"/>
    <w:rPr>
      <w:rFonts w:ascii="Consolas" w:hAnsi="Consolas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055B87"/>
    <w:rPr>
      <w:noProof w:val="0"/>
      <w:color w:val="2B579A"/>
      <w:shd w:val="clear" w:color="auto" w:fill="E1DFDD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55B8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55B87"/>
    <w:rPr>
      <w:rFonts w:eastAsiaTheme="majorEastAsia" w:cstheme="majorBidi"/>
      <w:szCs w:val="24"/>
      <w:shd w:val="pct20" w:color="auto" w:fill="auto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055B87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055B8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55B8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55B87"/>
    <w:rPr>
      <w:rFonts w:cs="Calibri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055B87"/>
    <w:rPr>
      <w:noProof w:val="0"/>
      <w:lang w:val="en-US"/>
    </w:rPr>
  </w:style>
  <w:style w:type="character" w:styleId="PlaceholderText">
    <w:name w:val="Placeholder Text"/>
    <w:basedOn w:val="DefaultParagraphFont"/>
    <w:uiPriority w:val="99"/>
    <w:semiHidden/>
    <w:rsid w:val="00055B87"/>
    <w:rPr>
      <w:noProof w:val="0"/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5B8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5B87"/>
    <w:rPr>
      <w:rFonts w:ascii="Consolas" w:hAnsi="Consolas" w:cs="Calibri"/>
      <w:sz w:val="21"/>
      <w:szCs w:val="21"/>
      <w14:ligatures w14:val="none"/>
    </w:rPr>
  </w:style>
  <w:style w:type="paragraph" w:customStyle="1" w:styleId="QA">
    <w:name w:val="Q&amp;A"/>
    <w:basedOn w:val="BodyText"/>
    <w:uiPriority w:val="10"/>
    <w:rsid w:val="00055B87"/>
    <w:pPr>
      <w:ind w:left="180" w:hanging="360"/>
    </w:pPr>
  </w:style>
  <w:style w:type="paragraph" w:styleId="Quote">
    <w:name w:val="Quote"/>
    <w:basedOn w:val="Normal"/>
    <w:next w:val="Normal"/>
    <w:link w:val="QuoteChar"/>
    <w:uiPriority w:val="29"/>
    <w:qFormat/>
    <w:rsid w:val="00055B8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55B87"/>
    <w:rPr>
      <w:rFonts w:cs="Calibri"/>
      <w:i/>
      <w:iCs/>
      <w:color w:val="000000" w:themeColor="text1"/>
      <w14:ligatures w14:val="none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55B8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55B87"/>
    <w:rPr>
      <w:rFonts w:cs="Calibri"/>
      <w14:ligatures w14:val="non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55B8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55B87"/>
    <w:rPr>
      <w:rFonts w:cs="Calibri"/>
      <w14:ligatures w14:val="none"/>
    </w:rPr>
  </w:style>
  <w:style w:type="character" w:styleId="SmartHyperlink">
    <w:name w:val="Smart Hyperlink"/>
    <w:basedOn w:val="DefaultParagraphFont"/>
    <w:uiPriority w:val="99"/>
    <w:semiHidden/>
    <w:unhideWhenUsed/>
    <w:rsid w:val="00055B87"/>
    <w:rPr>
      <w:noProof w:val="0"/>
      <w:u w:val="dotted"/>
      <w:lang w:val="en-US"/>
    </w:rPr>
  </w:style>
  <w:style w:type="character" w:styleId="SmartLink">
    <w:name w:val="Smart Link"/>
    <w:basedOn w:val="DefaultParagraphFont"/>
    <w:uiPriority w:val="99"/>
    <w:semiHidden/>
    <w:unhideWhenUsed/>
    <w:rsid w:val="00055B87"/>
    <w:rPr>
      <w:noProof w:val="0"/>
      <w:color w:val="2B579A"/>
      <w:shd w:val="clear" w:color="auto" w:fill="E1DFDD"/>
      <w:lang w:val="en-US"/>
    </w:rPr>
  </w:style>
  <w:style w:type="character" w:styleId="Strong">
    <w:name w:val="Strong"/>
    <w:basedOn w:val="DefaultParagraphFont"/>
    <w:uiPriority w:val="22"/>
    <w:qFormat/>
    <w:rsid w:val="00055B87"/>
    <w:rPr>
      <w:b/>
      <w:bCs/>
      <w:noProof w:val="0"/>
      <w:lang w:val="en-US"/>
    </w:rPr>
  </w:style>
  <w:style w:type="character" w:customStyle="1" w:styleId="StrongEmphasis">
    <w:name w:val="Strong Emphasis"/>
    <w:basedOn w:val="DefaultParagraphFont"/>
    <w:uiPriority w:val="18"/>
    <w:rsid w:val="00055B87"/>
    <w:rPr>
      <w:b/>
      <w:i/>
      <w:noProof w:val="0"/>
      <w:lang w:val="en-US"/>
    </w:rPr>
  </w:style>
  <w:style w:type="paragraph" w:styleId="Title">
    <w:name w:val="Title"/>
    <w:next w:val="Subtitle"/>
    <w:link w:val="TitleChar"/>
    <w:uiPriority w:val="10"/>
    <w:qFormat/>
    <w:rsid w:val="00055B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 Pro Semibold" w:eastAsiaTheme="majorEastAsia" w:hAnsi="Verdana Pro Semibold" w:cstheme="majorBidi"/>
      <w:color w:val="17365D" w:themeColor="text2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5B87"/>
    <w:rPr>
      <w:rFonts w:ascii="Verdana Pro Semibold" w:eastAsiaTheme="majorEastAsia" w:hAnsi="Verdana Pro Semibold" w:cstheme="majorBidi"/>
      <w:color w:val="17365D" w:themeColor="text2" w:themeShade="BF"/>
      <w:spacing w:val="5"/>
      <w:kern w:val="28"/>
      <w:sz w:val="56"/>
      <w:szCs w:val="52"/>
    </w:rPr>
  </w:style>
  <w:style w:type="paragraph" w:styleId="Subtitle">
    <w:name w:val="Subtitle"/>
    <w:basedOn w:val="Title"/>
    <w:next w:val="BodyText"/>
    <w:link w:val="SubtitleChar"/>
    <w:uiPriority w:val="11"/>
    <w:qFormat/>
    <w:rsid w:val="00055B87"/>
    <w:pPr>
      <w:numPr>
        <w:ilvl w:val="1"/>
      </w:numPr>
    </w:pPr>
    <w:rPr>
      <w:rFonts w:eastAsiaTheme="minorEastAsia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55B87"/>
    <w:rPr>
      <w:rFonts w:ascii="Verdana Pro Semibold" w:eastAsiaTheme="minorEastAsia" w:hAnsi="Verdana Pro Semibold" w:cstheme="majorBidi"/>
      <w:color w:val="5A5A5A" w:themeColor="text1" w:themeTint="A5"/>
      <w:spacing w:val="15"/>
      <w:kern w:val="28"/>
      <w:sz w:val="3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055B87"/>
    <w:pPr>
      <w:spacing w:before="120"/>
    </w:pPr>
    <w:rPr>
      <w:rFonts w:eastAsiaTheme="majorEastAsia" w:cstheme="majorBidi"/>
      <w:b/>
      <w:bCs/>
      <w:szCs w:val="24"/>
    </w:rPr>
  </w:style>
  <w:style w:type="paragraph" w:styleId="TOC1">
    <w:name w:val="toc 1"/>
    <w:basedOn w:val="BodyText"/>
    <w:next w:val="BodyText"/>
    <w:autoRedefine/>
    <w:uiPriority w:val="39"/>
    <w:unhideWhenUsed/>
    <w:rsid w:val="00055B87"/>
    <w:pPr>
      <w:spacing w:after="100"/>
    </w:pPr>
  </w:style>
  <w:style w:type="paragraph" w:styleId="TOC2">
    <w:name w:val="toc 2"/>
    <w:basedOn w:val="TOC1"/>
    <w:next w:val="BodyText"/>
    <w:autoRedefine/>
    <w:uiPriority w:val="39"/>
    <w:unhideWhenUsed/>
    <w:rsid w:val="00055B87"/>
    <w:pPr>
      <w:ind w:left="220"/>
    </w:pPr>
  </w:style>
  <w:style w:type="paragraph" w:styleId="TOC3">
    <w:name w:val="toc 3"/>
    <w:basedOn w:val="TOC2"/>
    <w:next w:val="BodyText"/>
    <w:autoRedefine/>
    <w:uiPriority w:val="39"/>
    <w:unhideWhenUsed/>
    <w:rsid w:val="00055B87"/>
    <w:pPr>
      <w:ind w:left="440"/>
    </w:pPr>
  </w:style>
  <w:style w:type="paragraph" w:styleId="TOC4">
    <w:name w:val="toc 4"/>
    <w:basedOn w:val="TOC3"/>
    <w:next w:val="BodyText"/>
    <w:autoRedefine/>
    <w:uiPriority w:val="39"/>
    <w:unhideWhenUsed/>
    <w:rsid w:val="00055B87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055B87"/>
    <w:pPr>
      <w:spacing w:after="100"/>
      <w:ind w:left="880"/>
    </w:pPr>
  </w:style>
  <w:style w:type="paragraph" w:styleId="TOC6">
    <w:name w:val="toc 6"/>
    <w:basedOn w:val="TOC5"/>
    <w:next w:val="BodyText"/>
    <w:autoRedefine/>
    <w:uiPriority w:val="39"/>
    <w:unhideWhenUsed/>
    <w:rsid w:val="00055B87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055B87"/>
    <w:pPr>
      <w:spacing w:after="100"/>
      <w:ind w:left="1320"/>
    </w:pPr>
  </w:style>
  <w:style w:type="paragraph" w:styleId="TOC8">
    <w:name w:val="toc 8"/>
    <w:basedOn w:val="TOC7"/>
    <w:next w:val="BodyText"/>
    <w:autoRedefine/>
    <w:uiPriority w:val="39"/>
    <w:unhideWhenUsed/>
    <w:rsid w:val="00055B87"/>
    <w:pPr>
      <w:ind w:left="1540"/>
    </w:pPr>
  </w:style>
  <w:style w:type="paragraph" w:styleId="TOC9">
    <w:name w:val="toc 9"/>
    <w:basedOn w:val="TOC8"/>
    <w:next w:val="BodyText"/>
    <w:autoRedefine/>
    <w:uiPriority w:val="39"/>
    <w:unhideWhenUsed/>
    <w:rsid w:val="00055B87"/>
    <w:pPr>
      <w:ind w:left="1760"/>
    </w:pPr>
  </w:style>
  <w:style w:type="character" w:customStyle="1" w:styleId="Heading1Char">
    <w:name w:val="Heading 1 Char"/>
    <w:basedOn w:val="DefaultParagraphFont"/>
    <w:link w:val="Heading1"/>
    <w:uiPriority w:val="9"/>
    <w:rsid w:val="00055B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BodyText"/>
    <w:uiPriority w:val="39"/>
    <w:unhideWhenUsed/>
    <w:qFormat/>
    <w:rsid w:val="00055B87"/>
    <w:pPr>
      <w:spacing w:before="480"/>
      <w:outlineLvl w:val="9"/>
    </w:pPr>
    <w:rPr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055B87"/>
    <w:rPr>
      <w:noProof w:val="0"/>
      <w:color w:val="605E5C"/>
      <w:shd w:val="clear" w:color="auto" w:fill="E1DFDD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B87"/>
    <w:rPr>
      <w:rFonts w:eastAsiaTheme="majorEastAsia" w:cstheme="majorBidi"/>
      <w:i/>
      <w:iCs/>
      <w:color w:val="365F91" w:themeColor="accent1" w:themeShade="BF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B8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NoSpacing">
    <w:name w:val="No Spacing"/>
    <w:uiPriority w:val="89"/>
    <w:qFormat/>
    <w:rsid w:val="00055B87"/>
    <w:pPr>
      <w:spacing w:after="0" w:line="240" w:lineRule="auto"/>
    </w:pPr>
  </w:style>
  <w:style w:type="character" w:customStyle="1" w:styleId="TextEffectStyle">
    <w:name w:val="TextEffectStyle"/>
    <w:basedOn w:val="DefaultParagraphFont"/>
    <w:uiPriority w:val="1"/>
    <w:rsid w:val="00055B87"/>
    <w:rPr>
      <w:b/>
      <w:noProof w:val="0"/>
      <w:color w:val="262626" w:themeColor="text1" w:themeTint="D9"/>
      <w:sz w:val="56"/>
      <w:szCs w:val="56"/>
    </w:rPr>
  </w:style>
  <w:style w:type="paragraph" w:customStyle="1" w:styleId="FooterFrame">
    <w:name w:val="FooterFrame"/>
    <w:basedOn w:val="BodyText"/>
    <w:uiPriority w:val="10"/>
    <w:rsid w:val="00055B87"/>
    <w:pPr>
      <w:keepNext/>
      <w:framePr w:vSpace="288" w:wrap="around" w:vAnchor="page" w:hAnchor="text" w:xAlign="center" w:yAlign="bottom" w:anchorLock="1"/>
      <w:spacing w:after="240"/>
    </w:pPr>
  </w:style>
  <w:style w:type="paragraph" w:customStyle="1" w:styleId="DropCapFrame">
    <w:name w:val="DropCap Frame"/>
    <w:basedOn w:val="BodyText"/>
    <w:next w:val="BodyText"/>
    <w:uiPriority w:val="10"/>
    <w:rsid w:val="00055B87"/>
    <w:pPr>
      <w:keepNext/>
      <w:framePr w:wrap="around" w:vAnchor="text" w:hAnchor="text"/>
      <w:spacing w:after="0" w:line="801" w:lineRule="exact"/>
      <w:textAlignment w:val="baseline"/>
    </w:pPr>
    <w:rPr>
      <w:position w:val="-6"/>
      <w:sz w:val="10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B8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B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B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B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B8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B8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111111">
    <w:name w:val="Outline List 2"/>
    <w:basedOn w:val="NoList"/>
    <w:uiPriority w:val="99"/>
    <w:semiHidden/>
    <w:unhideWhenUsed/>
    <w:rsid w:val="00055B87"/>
    <w:pPr>
      <w:numPr>
        <w:numId w:val="11"/>
      </w:numPr>
    </w:pPr>
  </w:style>
  <w:style w:type="numbering" w:styleId="1ai">
    <w:name w:val="Outline List 1"/>
    <w:basedOn w:val="NoList"/>
    <w:uiPriority w:val="99"/>
    <w:semiHidden/>
    <w:unhideWhenUsed/>
    <w:rsid w:val="00055B87"/>
    <w:pPr>
      <w:numPr>
        <w:numId w:val="12"/>
      </w:numPr>
    </w:pPr>
  </w:style>
  <w:style w:type="numbering" w:styleId="ArticleSection">
    <w:name w:val="Outline List 3"/>
    <w:basedOn w:val="NoList"/>
    <w:uiPriority w:val="99"/>
    <w:semiHidden/>
    <w:unhideWhenUsed/>
    <w:rsid w:val="00055B87"/>
    <w:pPr>
      <w:numPr>
        <w:numId w:val="13"/>
      </w:numPr>
    </w:pPr>
  </w:style>
  <w:style w:type="table" w:styleId="ColorfulGrid">
    <w:name w:val="Colorful Grid"/>
    <w:basedOn w:val="TableNormal"/>
    <w:uiPriority w:val="73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GridTable1Light">
    <w:name w:val="Grid Table 1 Light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55B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055B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055B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055B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055B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055B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055B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055B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055B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055B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055B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055B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055B87"/>
    <w:rPr>
      <w:noProof w:val="0"/>
      <w:color w:val="2B579A"/>
      <w:shd w:val="clear" w:color="auto" w:fill="E1DFDD"/>
    </w:rPr>
  </w:style>
  <w:style w:type="paragraph" w:styleId="Index2">
    <w:name w:val="index 2"/>
    <w:basedOn w:val="Normal"/>
    <w:next w:val="Normal"/>
    <w:uiPriority w:val="99"/>
    <w:semiHidden/>
    <w:unhideWhenUsed/>
    <w:rsid w:val="00055B87"/>
    <w:pPr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055B87"/>
    <w:pPr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055B87"/>
    <w:pPr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055B87"/>
    <w:pPr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055B87"/>
    <w:pPr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055B87"/>
    <w:pPr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055B87"/>
    <w:pPr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055B87"/>
    <w:pPr>
      <w:ind w:left="1980" w:hanging="220"/>
    </w:pPr>
  </w:style>
  <w:style w:type="table" w:styleId="LightGrid">
    <w:name w:val="Light Grid"/>
    <w:basedOn w:val="TableNormal"/>
    <w:uiPriority w:val="62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055B8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055B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055B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055B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055B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055B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055B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055B8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55B8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55B8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55B8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55B8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055B87"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55B87"/>
    <w:pPr>
      <w:numPr>
        <w:numId w:val="2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55B87"/>
    <w:pPr>
      <w:numPr>
        <w:numId w:val="2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55B87"/>
    <w:pPr>
      <w:numPr>
        <w:numId w:val="2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55B87"/>
    <w:pPr>
      <w:numPr>
        <w:numId w:val="3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55B8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55B8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55B8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55B8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55B8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055B87"/>
    <w:pPr>
      <w:numPr>
        <w:numId w:val="2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55B87"/>
    <w:pPr>
      <w:numPr>
        <w:numId w:val="3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55B87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55B87"/>
    <w:pPr>
      <w:numPr>
        <w:numId w:val="3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55B87"/>
    <w:pPr>
      <w:numPr>
        <w:numId w:val="34"/>
      </w:numPr>
      <w:contextualSpacing/>
    </w:pPr>
  </w:style>
  <w:style w:type="paragraph" w:styleId="ListParagraph">
    <w:name w:val="List Paragraph"/>
    <w:basedOn w:val="Normal"/>
    <w:uiPriority w:val="34"/>
    <w:qFormat/>
    <w:rsid w:val="00055B87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055B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055B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055B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055B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055B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055B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055B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055B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055B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055B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055B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055B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055B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055B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055B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055B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PlainTable1">
    <w:name w:val="Plain Table 1"/>
    <w:basedOn w:val="TableNormal"/>
    <w:uiPriority w:val="41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55B8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55B87"/>
    <w:rPr>
      <w:i/>
      <w:iCs/>
      <w:noProof w:val="0"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055B87"/>
    <w:rPr>
      <w:smallCaps/>
      <w:noProof w:val="0"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055B87"/>
    <w:pPr>
      <w:spacing w:after="0" w:line="24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55B87"/>
    <w:pPr>
      <w:spacing w:after="0" w:line="24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55B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55B87"/>
    <w:pPr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55B87"/>
    <w:pPr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055B87"/>
    <w:pPr>
      <w:spacing w:after="0" w:line="24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55B87"/>
    <w:pPr>
      <w:spacing w:after="0" w:line="24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55B87"/>
    <w:pPr>
      <w:spacing w:after="0" w:line="24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55B87"/>
    <w:pPr>
      <w:spacing w:after="0" w:line="24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55B87"/>
    <w:pPr>
      <w:spacing w:after="0" w:line="24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055B87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055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55B87"/>
    <w:pPr>
      <w:spacing w:after="0" w:line="24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055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055B87"/>
    <w:pPr>
      <w:spacing w:after="0" w:line="24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55B87"/>
    <w:pPr>
      <w:spacing w:after="0" w:line="24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55B87"/>
    <w:pPr>
      <w:spacing w:after="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55B87"/>
    <w:pPr>
      <w:spacing w:after="0" w:line="24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55B87"/>
    <w:pPr>
      <w:spacing w:after="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autoRedefine/>
    <w:uiPriority w:val="99"/>
    <w:semiHidden/>
    <w:unhideWhenUsed/>
    <w:rsid w:val="00055B87"/>
    <w:pPr>
      <w:ind w:left="220" w:hanging="220"/>
    </w:pPr>
  </w:style>
  <w:style w:type="paragraph" w:styleId="TableofFigures">
    <w:name w:val="table of figures"/>
    <w:basedOn w:val="Normal"/>
    <w:next w:val="Normal"/>
    <w:autoRedefine/>
    <w:uiPriority w:val="99"/>
    <w:semiHidden/>
    <w:unhideWhenUsed/>
    <w:rsid w:val="00055B87"/>
  </w:style>
  <w:style w:type="table" w:styleId="TableProfessional">
    <w:name w:val="Table Professional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55B87"/>
    <w:pPr>
      <w:spacing w:after="0" w:line="24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55B87"/>
    <w:pPr>
      <w:spacing w:after="0" w:line="24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055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055B87"/>
    <w:pPr>
      <w:spacing w:after="0" w:line="24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55B87"/>
    <w:pPr>
      <w:spacing w:after="0" w:line="24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55B87"/>
    <w:pPr>
      <w:spacing w:after="0" w:line="24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MyMLNumberedList">
    <w:name w:val="My ML Numbered List"/>
    <w:basedOn w:val="NoList"/>
    <w:rsid w:val="00055B87"/>
    <w:pPr>
      <w:numPr>
        <w:numId w:val="24"/>
      </w:numPr>
    </w:pPr>
  </w:style>
  <w:style w:type="paragraph" w:customStyle="1" w:styleId="LL1">
    <w:name w:val="LL_1"/>
    <w:basedOn w:val="ListParagraph"/>
    <w:link w:val="LL1Char"/>
    <w:rsid w:val="00055B87"/>
    <w:pPr>
      <w:numPr>
        <w:numId w:val="47"/>
      </w:numPr>
    </w:pPr>
    <w:rPr>
      <w:sz w:val="24"/>
    </w:rPr>
  </w:style>
  <w:style w:type="character" w:customStyle="1" w:styleId="LL1Char">
    <w:name w:val="LL_1 Char"/>
    <w:basedOn w:val="BodyTextChar"/>
    <w:link w:val="LL1"/>
    <w:rsid w:val="00055B87"/>
    <w:rPr>
      <w:rFonts w:cs="Calibri"/>
      <w:sz w:val="24"/>
      <w14:ligatures w14:val="none"/>
    </w:rPr>
  </w:style>
  <w:style w:type="paragraph" w:customStyle="1" w:styleId="LL2">
    <w:name w:val="LL_2"/>
    <w:basedOn w:val="ListParagraph"/>
    <w:link w:val="LL2Char"/>
    <w:unhideWhenUsed/>
    <w:rsid w:val="00055B87"/>
    <w:pPr>
      <w:numPr>
        <w:ilvl w:val="1"/>
        <w:numId w:val="47"/>
      </w:numPr>
    </w:pPr>
    <w:rPr>
      <w:sz w:val="24"/>
    </w:rPr>
  </w:style>
  <w:style w:type="character" w:customStyle="1" w:styleId="LL2Char">
    <w:name w:val="LL_2 Char"/>
    <w:basedOn w:val="BodyTextChar"/>
    <w:link w:val="LL2"/>
    <w:rsid w:val="00055B87"/>
    <w:rPr>
      <w:rFonts w:cs="Calibri"/>
      <w:sz w:val="24"/>
      <w14:ligatures w14:val="none"/>
    </w:rPr>
  </w:style>
  <w:style w:type="paragraph" w:customStyle="1" w:styleId="LL3">
    <w:name w:val="LL_3"/>
    <w:basedOn w:val="ListParagraph"/>
    <w:link w:val="LL3Char"/>
    <w:unhideWhenUsed/>
    <w:rsid w:val="00055B87"/>
    <w:pPr>
      <w:numPr>
        <w:ilvl w:val="2"/>
        <w:numId w:val="47"/>
      </w:numPr>
    </w:pPr>
    <w:rPr>
      <w:sz w:val="24"/>
    </w:rPr>
  </w:style>
  <w:style w:type="character" w:customStyle="1" w:styleId="LL3Char">
    <w:name w:val="LL_3 Char"/>
    <w:basedOn w:val="BodyTextChar"/>
    <w:link w:val="LL3"/>
    <w:rsid w:val="00055B87"/>
    <w:rPr>
      <w:rFonts w:cs="Calibri"/>
      <w:sz w:val="24"/>
      <w14:ligatures w14:val="none"/>
    </w:rPr>
  </w:style>
  <w:style w:type="paragraph" w:customStyle="1" w:styleId="LL4">
    <w:name w:val="LL_4"/>
    <w:basedOn w:val="ListParagraph"/>
    <w:link w:val="LL4Char"/>
    <w:unhideWhenUsed/>
    <w:rsid w:val="00055B87"/>
    <w:pPr>
      <w:numPr>
        <w:ilvl w:val="3"/>
        <w:numId w:val="47"/>
      </w:numPr>
    </w:pPr>
    <w:rPr>
      <w:sz w:val="24"/>
    </w:rPr>
  </w:style>
  <w:style w:type="character" w:customStyle="1" w:styleId="LL4Char">
    <w:name w:val="LL_4 Char"/>
    <w:basedOn w:val="BodyTextChar"/>
    <w:link w:val="LL4"/>
    <w:rsid w:val="00055B87"/>
    <w:rPr>
      <w:rFonts w:cs="Calibri"/>
      <w:sz w:val="24"/>
      <w14:ligatures w14:val="none"/>
    </w:rPr>
  </w:style>
  <w:style w:type="paragraph" w:customStyle="1" w:styleId="LL5">
    <w:name w:val="LL_5"/>
    <w:basedOn w:val="ListParagraph"/>
    <w:link w:val="LL5Char"/>
    <w:unhideWhenUsed/>
    <w:rsid w:val="00055B87"/>
    <w:pPr>
      <w:numPr>
        <w:ilvl w:val="4"/>
        <w:numId w:val="47"/>
      </w:numPr>
    </w:pPr>
    <w:rPr>
      <w:sz w:val="24"/>
    </w:rPr>
  </w:style>
  <w:style w:type="character" w:customStyle="1" w:styleId="LL5Char">
    <w:name w:val="LL_5 Char"/>
    <w:basedOn w:val="BodyTextChar"/>
    <w:link w:val="LL5"/>
    <w:rsid w:val="00055B87"/>
    <w:rPr>
      <w:rFonts w:cs="Calibri"/>
      <w:sz w:val="24"/>
      <w14:ligatures w14:val="none"/>
    </w:rPr>
  </w:style>
  <w:style w:type="paragraph" w:customStyle="1" w:styleId="LL6">
    <w:name w:val="LL_6"/>
    <w:basedOn w:val="ListParagraph"/>
    <w:link w:val="LL6Char"/>
    <w:unhideWhenUsed/>
    <w:rsid w:val="00055B87"/>
    <w:pPr>
      <w:numPr>
        <w:ilvl w:val="5"/>
        <w:numId w:val="47"/>
      </w:numPr>
    </w:pPr>
    <w:rPr>
      <w:sz w:val="24"/>
    </w:rPr>
  </w:style>
  <w:style w:type="character" w:customStyle="1" w:styleId="LL6Char">
    <w:name w:val="LL_6 Char"/>
    <w:basedOn w:val="BodyTextChar"/>
    <w:link w:val="LL6"/>
    <w:rsid w:val="00055B87"/>
    <w:rPr>
      <w:rFonts w:cs="Calibri"/>
      <w:sz w:val="24"/>
      <w14:ligatures w14:val="none"/>
    </w:rPr>
  </w:style>
  <w:style w:type="paragraph" w:customStyle="1" w:styleId="LL7">
    <w:name w:val="LL_7"/>
    <w:basedOn w:val="ListParagraph"/>
    <w:link w:val="LL7Char"/>
    <w:unhideWhenUsed/>
    <w:rsid w:val="00055B87"/>
    <w:pPr>
      <w:numPr>
        <w:ilvl w:val="6"/>
        <w:numId w:val="47"/>
      </w:numPr>
    </w:pPr>
    <w:rPr>
      <w:sz w:val="24"/>
    </w:rPr>
  </w:style>
  <w:style w:type="character" w:customStyle="1" w:styleId="LL7Char">
    <w:name w:val="LL_7 Char"/>
    <w:basedOn w:val="BodyTextChar"/>
    <w:link w:val="LL7"/>
    <w:rsid w:val="00055B87"/>
    <w:rPr>
      <w:rFonts w:cs="Calibri"/>
      <w:sz w:val="24"/>
      <w14:ligatures w14:val="none"/>
    </w:rPr>
  </w:style>
  <w:style w:type="paragraph" w:customStyle="1" w:styleId="LL8">
    <w:name w:val="LL_8"/>
    <w:basedOn w:val="ListParagraph"/>
    <w:link w:val="LL8Char"/>
    <w:unhideWhenUsed/>
    <w:rsid w:val="00055B87"/>
    <w:pPr>
      <w:numPr>
        <w:ilvl w:val="7"/>
        <w:numId w:val="47"/>
      </w:numPr>
    </w:pPr>
    <w:rPr>
      <w:sz w:val="24"/>
    </w:rPr>
  </w:style>
  <w:style w:type="character" w:customStyle="1" w:styleId="LL8Char">
    <w:name w:val="LL_8 Char"/>
    <w:basedOn w:val="BodyTextChar"/>
    <w:link w:val="LL8"/>
    <w:rsid w:val="00055B87"/>
    <w:rPr>
      <w:rFonts w:cs="Calibri"/>
      <w:sz w:val="24"/>
      <w14:ligatures w14:val="none"/>
    </w:rPr>
  </w:style>
  <w:style w:type="paragraph" w:customStyle="1" w:styleId="LL9">
    <w:name w:val="LL_9"/>
    <w:basedOn w:val="ListParagraph"/>
    <w:link w:val="LL9Char"/>
    <w:unhideWhenUsed/>
    <w:rsid w:val="00055B87"/>
    <w:pPr>
      <w:numPr>
        <w:ilvl w:val="8"/>
        <w:numId w:val="47"/>
      </w:numPr>
    </w:pPr>
    <w:rPr>
      <w:sz w:val="24"/>
    </w:rPr>
  </w:style>
  <w:style w:type="character" w:customStyle="1" w:styleId="LL9Char">
    <w:name w:val="LL_9 Char"/>
    <w:basedOn w:val="BodyTextChar"/>
    <w:link w:val="LL9"/>
    <w:rsid w:val="00055B87"/>
    <w:rPr>
      <w:rFonts w:cs="Calibri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dbalance.com/word/download.ht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ddbalance.com/usersguide/sections2007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ddbalance.com/word/download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ddbalance.com/usersguide/sections2007.ht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opbox\MS%20System%20Files\_Word%202016\Templates\Ruled%20Paper%20-%20Legal%20Rule.dotx" TargetMode="External"/></Relationships>
</file>

<file path=word/theme/theme1.xml><?xml version="1.0" encoding="utf-8"?>
<a:theme xmlns:a="http://schemas.openxmlformats.org/drawingml/2006/main" name="Office 2007-2010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7">
      <a:majorFont>
        <a:latin typeface="Cambria"/>
        <a:ea typeface=""/>
        <a:cs typeface="Times New Roman"/>
      </a:majorFont>
      <a:minorFont>
        <a:latin typeface="Garamond"/>
        <a:ea typeface="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84E31-8604-414F-AA64-D3061886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Ruled Paper - Legal Rule.dotx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Kenyon Law Office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Kenyon</dc:creator>
  <cp:keywords/>
  <dc:description/>
  <cp:lastModifiedBy>Charles Kenyon</cp:lastModifiedBy>
  <cp:revision>5</cp:revision>
  <dcterms:created xsi:type="dcterms:W3CDTF">2024-09-26T16:13:00Z</dcterms:created>
  <dcterms:modified xsi:type="dcterms:W3CDTF">2024-09-26T16:34:00Z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24.01</vt:lpwstr>
  </property>
</Properties>
</file>